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1E82F0E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0610E4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2636F5" w:rsidR="0085747A" w:rsidP="00B63809" w:rsidRDefault="0071620A" w14:paraId="466CDE3B" w14:textId="5BA75178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2636F5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Pr="002636F5" w:rsidR="0085747A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Pr="002636F5" w:rsidR="008704B6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bookmarkStart w:name="_Hlk90549324" w:id="0"/>
      <w:r w:rsidRPr="002636F5" w:rsidR="008704B6">
        <w:rPr>
          <w:rFonts w:ascii="Corbel" w:hAnsi="Corbel"/>
          <w:i/>
          <w:smallCaps/>
          <w:color w:val="000000" w:themeColor="text1"/>
          <w:sz w:val="24"/>
          <w:szCs w:val="24"/>
        </w:rPr>
        <w:t>20</w:t>
      </w:r>
      <w:r w:rsidRPr="002636F5" w:rsidR="00B63809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E77B52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Pr="002636F5" w:rsidR="008704B6">
        <w:rPr>
          <w:rFonts w:ascii="Corbel" w:hAnsi="Corbel"/>
          <w:i/>
          <w:smallCaps/>
          <w:color w:val="000000" w:themeColor="text1"/>
          <w:sz w:val="24"/>
          <w:szCs w:val="24"/>
        </w:rPr>
        <w:t>/20</w:t>
      </w:r>
      <w:r w:rsidRPr="002636F5" w:rsidR="00B63809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E77B52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Pr="002636F5" w:rsidR="008704B6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do 202</w:t>
      </w:r>
      <w:r w:rsidR="00505B25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Pr="002636F5" w:rsidR="008704B6">
        <w:rPr>
          <w:rFonts w:ascii="Corbel" w:hAnsi="Corbel"/>
          <w:i/>
          <w:smallCaps/>
          <w:color w:val="000000" w:themeColor="text1"/>
          <w:sz w:val="24"/>
          <w:szCs w:val="24"/>
        </w:rPr>
        <w:t>/202</w:t>
      </w:r>
      <w:r w:rsidR="00505B25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:rsidR="0085747A" w:rsidP="00EA4832" w:rsidRDefault="00EA4832" w14:paraId="5996589F" w14:textId="043C0EA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20C9D99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220C9D99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20C9D99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220C9D99" w:rsidR="0085747A">
        <w:rPr>
          <w:rFonts w:ascii="Corbel" w:hAnsi="Corbel"/>
          <w:sz w:val="20"/>
          <w:szCs w:val="20"/>
        </w:rPr>
        <w:t>)</w:t>
      </w:r>
    </w:p>
    <w:p w:rsidRPr="00EA4832" w:rsidR="00445970" w:rsidP="220C9D99" w:rsidRDefault="00445970" w14:paraId="77D2A7C5" w14:textId="5AE564AE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E77B52">
        <w:rPr>
          <w:rFonts w:ascii="Corbel" w:hAnsi="Corbel"/>
          <w:sz w:val="20"/>
          <w:szCs w:val="20"/>
        </w:rPr>
        <w:t>202</w:t>
      </w:r>
      <w:r w:rsidR="00505B25">
        <w:rPr>
          <w:rFonts w:ascii="Corbel" w:hAnsi="Corbel"/>
          <w:sz w:val="20"/>
          <w:szCs w:val="20"/>
        </w:rPr>
        <w:t>3</w:t>
      </w:r>
      <w:r w:rsidR="00E77B52">
        <w:rPr>
          <w:rFonts w:ascii="Corbel" w:hAnsi="Corbel"/>
          <w:sz w:val="20"/>
          <w:szCs w:val="20"/>
        </w:rPr>
        <w:t>/</w:t>
      </w:r>
      <w:r w:rsidR="3816CABA">
        <w:rPr>
          <w:rFonts w:ascii="Corbel" w:hAnsi="Corbel"/>
          <w:sz w:val="20"/>
          <w:szCs w:val="20"/>
        </w:rPr>
        <w:t>20</w:t>
      </w:r>
      <w:r w:rsidR="00E77B52">
        <w:rPr>
          <w:rFonts w:ascii="Corbel" w:hAnsi="Corbel"/>
          <w:sz w:val="20"/>
          <w:szCs w:val="20"/>
        </w:rPr>
        <w:t>2</w:t>
      </w:r>
      <w:r w:rsidR="00505B25">
        <w:rPr>
          <w:rFonts w:ascii="Corbel" w:hAnsi="Corbel"/>
          <w:sz w:val="20"/>
          <w:szCs w:val="20"/>
        </w:rPr>
        <w:t>4</w:t>
      </w:r>
    </w:p>
    <w:bookmarkEnd w:id="0"/>
    <w:p w:rsidRPr="009C54AE" w:rsidR="0085747A" w:rsidP="009C54AE" w:rsidRDefault="0085747A" w14:paraId="677B32D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C5B43B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505B25" w:rsidTr="220C9D99" w14:paraId="5C9000CE" w14:textId="77777777">
        <w:tc>
          <w:tcPr>
            <w:tcW w:w="2694" w:type="dxa"/>
            <w:tcMar/>
            <w:vAlign w:val="center"/>
          </w:tcPr>
          <w:p w:rsidRPr="009C54AE" w:rsidR="00505B25" w:rsidP="00505B25" w:rsidRDefault="00505B25" w14:paraId="5440BD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505B25" w:rsidR="00505B25" w:rsidP="220C9D99" w:rsidRDefault="00505B25" w14:paraId="52AD472A" w14:textId="45B79B3C" w14:noSpellErr="1">
            <w:pPr>
              <w:pStyle w:val="Odpowiedzi"/>
              <w:rPr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</w:pPr>
            <w:r w:rsidRPr="220C9D99" w:rsidR="00505B25">
              <w:rPr>
                <w:b w:val="1"/>
                <w:bCs w:val="1"/>
                <w:color w:val="auto"/>
                <w:sz w:val="22"/>
                <w:szCs w:val="22"/>
              </w:rPr>
              <w:t>Prawo karne skarbowe</w:t>
            </w:r>
          </w:p>
        </w:tc>
      </w:tr>
      <w:tr w:rsidRPr="009C54AE" w:rsidR="00505B25" w:rsidTr="220C9D99" w14:paraId="08A5514F" w14:textId="77777777">
        <w:tc>
          <w:tcPr>
            <w:tcW w:w="2694" w:type="dxa"/>
            <w:tcMar/>
            <w:vAlign w:val="center"/>
          </w:tcPr>
          <w:p w:rsidRPr="009C54AE" w:rsidR="00505B25" w:rsidP="00505B25" w:rsidRDefault="00505B25" w14:paraId="1B7BC3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505B25" w:rsidR="00505B25" w:rsidP="00505B25" w:rsidRDefault="00505B25" w14:paraId="7617C31E" w14:textId="1E8C28E4">
            <w:pPr>
              <w:pStyle w:val="Odpowiedzi"/>
              <w:rPr>
                <w:b w:val="0"/>
                <w:i/>
                <w:iCs/>
                <w:color w:val="auto"/>
                <w:sz w:val="22"/>
              </w:rPr>
            </w:pPr>
            <w:r w:rsidRPr="00DD47A7">
              <w:rPr>
                <w:b w:val="0"/>
                <w:color w:val="auto"/>
                <w:sz w:val="22"/>
              </w:rPr>
              <w:t>A2SO25</w:t>
            </w:r>
          </w:p>
        </w:tc>
      </w:tr>
      <w:tr w:rsidRPr="009C54AE" w:rsidR="00505B25" w:rsidTr="220C9D99" w14:paraId="774C9705" w14:textId="77777777">
        <w:tc>
          <w:tcPr>
            <w:tcW w:w="2694" w:type="dxa"/>
            <w:tcMar/>
            <w:vAlign w:val="center"/>
          </w:tcPr>
          <w:p w:rsidRPr="009C54AE" w:rsidR="00505B25" w:rsidP="00505B25" w:rsidRDefault="00505B25" w14:paraId="492CFD7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505B25" w:rsidR="00505B25" w:rsidP="220C9D99" w:rsidRDefault="00505B25" w14:paraId="5E04C028" w14:textId="414658BB">
            <w:pPr>
              <w:pStyle w:val="Odpowiedzi"/>
              <w:rPr>
                <w:b w:val="0"/>
                <w:bCs w:val="0"/>
                <w:i w:val="1"/>
                <w:iCs w:val="1"/>
                <w:color w:val="auto"/>
                <w:sz w:val="22"/>
                <w:szCs w:val="22"/>
              </w:rPr>
            </w:pPr>
            <w:r w:rsidRPr="220C9D99" w:rsidR="00505B25">
              <w:rPr>
                <w:b w:val="0"/>
                <w:bCs w:val="0"/>
                <w:color w:val="auto"/>
                <w:sz w:val="22"/>
                <w:szCs w:val="22"/>
              </w:rPr>
              <w:t xml:space="preserve">Kolegium Nauk Społecznych, </w:t>
            </w:r>
          </w:p>
        </w:tc>
      </w:tr>
      <w:tr w:rsidRPr="009C54AE" w:rsidR="00505B25" w:rsidTr="220C9D99" w14:paraId="50A5C9CE" w14:textId="77777777">
        <w:tc>
          <w:tcPr>
            <w:tcW w:w="2694" w:type="dxa"/>
            <w:tcMar/>
            <w:vAlign w:val="center"/>
          </w:tcPr>
          <w:p w:rsidRPr="009C54AE" w:rsidR="00505B25" w:rsidP="00505B25" w:rsidRDefault="00505B25" w14:paraId="504A88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505B25" w:rsidR="00505B25" w:rsidP="220C9D99" w:rsidRDefault="00505B25" w14:paraId="5663E06E" w14:textId="428C51D2">
            <w:pPr>
              <w:pStyle w:val="Odpowiedzi"/>
              <w:rPr>
                <w:b w:val="0"/>
                <w:bCs w:val="0"/>
                <w:i w:val="1"/>
                <w:iCs w:val="1"/>
                <w:color w:val="auto"/>
                <w:sz w:val="22"/>
                <w:szCs w:val="22"/>
              </w:rPr>
            </w:pPr>
            <w:r w:rsidRPr="220C9D99" w:rsidR="4CD73F62">
              <w:rPr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220C9D99" w:rsidR="00505B25">
              <w:rPr>
                <w:b w:val="0"/>
                <w:bCs w:val="0"/>
                <w:color w:val="auto"/>
                <w:sz w:val="22"/>
                <w:szCs w:val="22"/>
              </w:rPr>
              <w:t xml:space="preserve">Zakład Prawa Karnego </w:t>
            </w:r>
          </w:p>
        </w:tc>
      </w:tr>
      <w:tr w:rsidRPr="009C54AE" w:rsidR="00FA5C85" w:rsidTr="220C9D99" w14:paraId="440096BF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033BC8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220C9D99" w:rsidRDefault="00FA5C85" w14:paraId="278C14A4" w14:textId="0EAA92C6">
            <w:pPr>
              <w:pStyle w:val="Odpowiedzi"/>
              <w:bidi w:val="0"/>
              <w:spacing w:before="40" w:beforeAutospacing="off" w:after="40" w:afterAutospacing="off" w:line="240" w:lineRule="auto"/>
              <w:ind w:left="0" w:right="0"/>
              <w:jc w:val="left"/>
              <w:rPr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220C9D99" w:rsidR="23B237F9">
              <w:rPr>
                <w:b w:val="0"/>
                <w:bCs w:val="0"/>
                <w:color w:val="auto"/>
                <w:sz w:val="22"/>
                <w:szCs w:val="22"/>
              </w:rPr>
              <w:t xml:space="preserve">Administracja </w:t>
            </w:r>
          </w:p>
        </w:tc>
      </w:tr>
      <w:tr w:rsidRPr="009C54AE" w:rsidR="00FA5C85" w:rsidTr="220C9D99" w14:paraId="1C4EBEF1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65A3EC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E77B52" w14:paraId="5CB8101B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Studia II stopnia</w:t>
            </w:r>
          </w:p>
        </w:tc>
      </w:tr>
      <w:tr w:rsidRPr="009C54AE" w:rsidR="00FA5C85" w:rsidTr="220C9D99" w14:paraId="7A6950FB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13FFE2F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FA5C85" w14:paraId="5AB204A7" w14:textId="77777777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Pr="009C54AE" w:rsidR="00FA5C85" w:rsidTr="220C9D99" w14:paraId="2867987B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3554B6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63595B" w14:paraId="0DFC7029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Nies</w:t>
            </w:r>
            <w:r w:rsidR="00FA5C85">
              <w:rPr>
                <w:b w:val="0"/>
                <w:color w:val="auto"/>
                <w:sz w:val="22"/>
              </w:rPr>
              <w:t>tacjonarne</w:t>
            </w:r>
          </w:p>
        </w:tc>
      </w:tr>
      <w:tr w:rsidRPr="009C54AE" w:rsidR="00FA5C85" w:rsidTr="220C9D99" w14:paraId="2221790D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29517A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220C9D99" w:rsidRDefault="00FA5C85" w14:paraId="35D0B0F5" w14:textId="34A2DF13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220C9D99" w:rsidR="00E77B52">
              <w:rPr>
                <w:b w:val="0"/>
                <w:bCs w:val="0"/>
                <w:color w:val="auto"/>
                <w:sz w:val="22"/>
                <w:szCs w:val="22"/>
              </w:rPr>
              <w:t>II</w:t>
            </w:r>
            <w:r w:rsidRPr="220C9D99" w:rsidR="00FA5C85">
              <w:rPr>
                <w:b w:val="0"/>
                <w:bCs w:val="0"/>
                <w:color w:val="auto"/>
                <w:sz w:val="22"/>
                <w:szCs w:val="22"/>
              </w:rPr>
              <w:t>, I</w:t>
            </w:r>
            <w:r w:rsidRPr="220C9D99" w:rsidR="00E77B52">
              <w:rPr>
                <w:b w:val="0"/>
                <w:bCs w:val="0"/>
                <w:color w:val="auto"/>
                <w:sz w:val="22"/>
                <w:szCs w:val="22"/>
              </w:rPr>
              <w:t>V</w:t>
            </w:r>
          </w:p>
        </w:tc>
      </w:tr>
      <w:tr w:rsidRPr="009C54AE" w:rsidR="00FA5C85" w:rsidTr="220C9D99" w14:paraId="2884EACF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792DBD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FA5C85" w14:paraId="6ACF29D6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Pr="00A30ABF" w:rsidR="00FA5C85" w:rsidTr="220C9D99" w14:paraId="3B24C75F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0E30C89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812667" w:rsidR="00FA5C85" w:rsidP="00BE5AB2" w:rsidRDefault="00FA5C85" w14:paraId="008CF878" w14:textId="77777777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Polski</w:t>
            </w:r>
            <w:proofErr w:type="spellEnd"/>
          </w:p>
        </w:tc>
      </w:tr>
      <w:tr w:rsidRPr="000C58F8" w:rsidR="00B877FA" w:rsidTr="220C9D99" w14:paraId="342A3BFA" w14:textId="77777777">
        <w:tc>
          <w:tcPr>
            <w:tcW w:w="2694" w:type="dxa"/>
            <w:tcMar/>
            <w:vAlign w:val="center"/>
          </w:tcPr>
          <w:p w:rsidRPr="009C54AE" w:rsidR="00B877FA" w:rsidP="00B877FA" w:rsidRDefault="00B877FA" w14:paraId="0D014E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8704B6" w:rsidR="00B877FA" w:rsidP="00B877FA" w:rsidRDefault="00B877FA" w14:paraId="0634D70A" w14:textId="5795F311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Małgorzta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Trybus</w:t>
            </w:r>
            <w:proofErr w:type="spellEnd"/>
          </w:p>
        </w:tc>
      </w:tr>
      <w:tr w:rsidRPr="009C54AE" w:rsidR="00B877FA" w:rsidTr="220C9D99" w14:paraId="7AF6D113" w14:textId="77777777">
        <w:tc>
          <w:tcPr>
            <w:tcW w:w="2694" w:type="dxa"/>
            <w:tcMar/>
            <w:vAlign w:val="center"/>
          </w:tcPr>
          <w:p w:rsidRPr="009C54AE" w:rsidR="00B877FA" w:rsidP="00B877FA" w:rsidRDefault="00B877FA" w14:paraId="534BB9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8704B6" w:rsidR="00B877FA" w:rsidP="00B877FA" w:rsidRDefault="00B877FA" w14:paraId="1B0A7352" w14:textId="2E9AC2D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Małgorzta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Trybus</w:t>
            </w:r>
            <w:proofErr w:type="spellEnd"/>
          </w:p>
        </w:tc>
      </w:tr>
    </w:tbl>
    <w:p w:rsidRPr="009C54AE" w:rsidR="0085747A" w:rsidP="009C54AE" w:rsidRDefault="0085747A" w14:paraId="69BFC04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C3F95A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E5CA37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2F82C3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945"/>
        <w:gridCol w:w="795"/>
        <w:gridCol w:w="795"/>
        <w:gridCol w:w="701"/>
        <w:gridCol w:w="948"/>
        <w:gridCol w:w="1189"/>
        <w:gridCol w:w="1505"/>
      </w:tblGrid>
      <w:tr w:rsidRPr="009C54AE" w:rsidR="00015B8F" w:rsidTr="220C9D99" w14:paraId="212CDE62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75C4992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234A4A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89E07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19EB2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03835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77C00C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B36B2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C621B7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AC5988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97A22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D903A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20C9D99" w14:paraId="30A4051F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E77B52" w14:paraId="515C1E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610F0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2EE92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77B52" w14:paraId="756743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5910E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8DE51A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3EF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330B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05DEFB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A5C85" w14:paraId="6EC257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0BC1D28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5B53CE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A5C85" w:rsidP="220C9D99" w:rsidRDefault="00A30ABF" w14:paraId="34EE8A44" w14:textId="6DF9C60E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  <w:color w:val="000000" w:themeColor="text1"/>
        </w:rPr>
      </w:pPr>
      <w:r w:rsidRPr="220C9D99" w:rsidR="64EFB816">
        <w:rPr>
          <w:rFonts w:ascii="MS Gothic" w:hAnsi="MS Gothic" w:eastAsia="MS Gothic" w:cs="MS Gothic"/>
          <w:b w:val="0"/>
          <w:bCs w:val="0"/>
          <w:color w:val="000000" w:themeColor="text1" w:themeTint="FF" w:themeShade="FF"/>
        </w:rPr>
        <w:t xml:space="preserve"> </w:t>
      </w:r>
      <w:r w:rsidRPr="220C9D99" w:rsidR="00A30ABF">
        <w:rPr>
          <w:rFonts w:ascii="MS Gothic" w:hAnsi="MS Gothic" w:eastAsia="MS Gothic" w:cs="MS Gothic"/>
          <w:b w:val="0"/>
          <w:bCs w:val="0"/>
          <w:color w:val="000000" w:themeColor="text1" w:themeTint="FF" w:themeShade="FF"/>
        </w:rPr>
        <w:t>X</w:t>
      </w:r>
      <w:r w:rsidRPr="220C9D99" w:rsidR="0085747A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 xml:space="preserve"> zajęcia w formie tradycyjnej </w:t>
      </w:r>
    </w:p>
    <w:p w:rsidRPr="009C54AE" w:rsidR="0085747A" w:rsidP="00F83B28" w:rsidRDefault="0085747A" w14:paraId="3E3B217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D7F354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P="00A30ABF" w:rsidRDefault="00E22FBC" w14:paraId="142CED3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0C58F8">
        <w:rPr>
          <w:rFonts w:ascii="Corbel" w:hAnsi="Corbel"/>
          <w:b w:val="0"/>
          <w:smallCaps w:val="0"/>
          <w:szCs w:val="24"/>
        </w:rPr>
        <w:t xml:space="preserve">: </w:t>
      </w:r>
      <w:r w:rsidR="00FA5C85">
        <w:rPr>
          <w:rFonts w:ascii="Corbel" w:hAnsi="Corbel"/>
          <w:b w:val="0"/>
          <w:smallCaps w:val="0"/>
          <w:szCs w:val="24"/>
        </w:rPr>
        <w:t>zaliczenie z oceną.</w:t>
      </w:r>
    </w:p>
    <w:p w:rsidR="00381B98" w:rsidP="00A30ABF" w:rsidRDefault="00381B98" w14:paraId="1A94546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9C54AE" w:rsidR="00E960BB" w:rsidP="009C54AE" w:rsidRDefault="0085747A" w14:paraId="174F8B2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220C9D99" w:rsidR="0085747A">
        <w:rPr>
          <w:rFonts w:ascii="Corbel" w:hAnsi="Corbel"/>
        </w:rPr>
        <w:t xml:space="preserve">2.Wymagania wstępne </w:t>
      </w:r>
    </w:p>
    <w:p w:rsidR="220C9D99" w:rsidP="220C9D99" w:rsidRDefault="220C9D99" w14:paraId="2807E9F7" w14:textId="22EF81DE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20C9D99" w14:paraId="38B12657" w14:textId="77777777">
        <w:tc>
          <w:tcPr>
            <w:tcW w:w="9670" w:type="dxa"/>
            <w:tcMar/>
          </w:tcPr>
          <w:p w:rsidRPr="008704B6" w:rsidR="0085747A" w:rsidP="220C9D99" w:rsidRDefault="0085747A" w14:paraId="02DB78AD" w14:textId="44AE19B4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220C9D99" w:rsidR="6839816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Znajomość problematyki</w:t>
            </w:r>
            <w:r w:rsidRPr="220C9D99" w:rsidR="6839816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Podstaw prawoznawstwa</w:t>
            </w:r>
            <w:r w:rsidRPr="220C9D99" w:rsidR="6839816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posiadanie</w:t>
            </w:r>
            <w:r w:rsidRPr="220C9D99" w:rsidR="6839816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20C9D99" w:rsidR="6839816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</w:t>
            </w:r>
            <w:r w:rsidRPr="220C9D99" w:rsidR="6839816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odstawowe wiadomości z zakresu logiki, organów ochrony prawnej, znajomość metod wykładni.</w:t>
            </w:r>
          </w:p>
        </w:tc>
      </w:tr>
    </w:tbl>
    <w:p w:rsidR="00153C41" w:rsidP="009C54AE" w:rsidRDefault="00153C41" w14:paraId="7F18B8D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278DE4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1F474D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A33C36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EDC626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084EEFCE" w14:textId="77777777">
        <w:tc>
          <w:tcPr>
            <w:tcW w:w="851" w:type="dxa"/>
            <w:vAlign w:val="center"/>
          </w:tcPr>
          <w:p w:rsidRPr="009C54AE" w:rsidR="0085747A" w:rsidP="009C54AE" w:rsidRDefault="0085747A" w14:paraId="17B8837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A5389F" w14:paraId="1C97D83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D12">
              <w:rPr>
                <w:b w:val="0"/>
              </w:rPr>
              <w:t>Celem przedmiotu jest przyswojenie sobie przez studentów wiedzy z zakresu prawa karnego skarbowego, w szczególności przy uwzględnieniu specyfiki prawa karnego skarbowego na tle prawa karnego powszechnego. Z tego powodu w nauczaniu tego przedmiotu szczególny nacisk zostanie położony na wykazanie różnic pomiędzy kodyfikacjami (tj. kodeksem karnym a kodeksem karnym skarbowym</w:t>
            </w:r>
            <w:r w:rsidR="00AF471B">
              <w:rPr>
                <w:b w:val="0"/>
              </w:rPr>
              <w:t>).</w:t>
            </w:r>
          </w:p>
        </w:tc>
      </w:tr>
    </w:tbl>
    <w:p w:rsidRPr="009C54AE" w:rsidR="0085747A" w:rsidP="009C54AE" w:rsidRDefault="0085747A" w14:paraId="5752774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1B760B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3056E7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6CE82534" w14:paraId="6B341220" w14:textId="77777777">
        <w:tc>
          <w:tcPr>
            <w:tcW w:w="1681" w:type="dxa"/>
            <w:tcMar/>
            <w:vAlign w:val="center"/>
          </w:tcPr>
          <w:p w:rsidRPr="009C54AE" w:rsidR="0085747A" w:rsidP="009C54AE" w:rsidRDefault="0085747A" w14:paraId="426AE6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1A261D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434939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A5389F" w:rsidTr="6CE82534" w14:paraId="7B3D3A1F" w14:textId="77777777">
        <w:tc>
          <w:tcPr>
            <w:tcW w:w="1681" w:type="dxa"/>
            <w:tcMar/>
          </w:tcPr>
          <w:p w:rsidRPr="009C54AE" w:rsidR="00A5389F" w:rsidP="009C54AE" w:rsidRDefault="00A5389F" w14:paraId="47A84A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AA124C" w:rsidR="00A5389F" w:rsidP="6CE82534" w:rsidRDefault="00A5389F" w14:paraId="1E3F6B38" w14:textId="03EDC94A">
            <w:pPr>
              <w:pStyle w:val="Default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</w:pPr>
            <w:r w:rsidRPr="6CE82534" w:rsidR="04F08DB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zadań.</w:t>
            </w:r>
          </w:p>
        </w:tc>
        <w:tc>
          <w:tcPr>
            <w:tcW w:w="1865" w:type="dxa"/>
            <w:tcMar/>
          </w:tcPr>
          <w:p w:rsidRPr="00AF471B" w:rsidR="00A5389F" w:rsidP="00BE5AB2" w:rsidRDefault="00A5389F" w14:paraId="0200FED7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K_WO</w:t>
            </w:r>
            <w:r w:rsidR="00AF471B">
              <w:rPr>
                <w:sz w:val="16"/>
                <w:szCs w:val="16"/>
                <w:lang w:bidi="en-US"/>
              </w:rPr>
              <w:t>2</w:t>
            </w:r>
          </w:p>
        </w:tc>
      </w:tr>
      <w:tr w:rsidRPr="009C54AE" w:rsidR="00A5389F" w:rsidTr="6CE82534" w14:paraId="1152FBA0" w14:textId="77777777">
        <w:tc>
          <w:tcPr>
            <w:tcW w:w="1681" w:type="dxa"/>
            <w:tcMar/>
          </w:tcPr>
          <w:p w:rsidRPr="005E6E85" w:rsidR="00A5389F" w:rsidP="00BE5AB2" w:rsidRDefault="00A5389F" w14:paraId="76EBA40F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</w:t>
            </w:r>
            <w:r w:rsidR="00AF471B">
              <w:rPr>
                <w:b w:val="0"/>
                <w:smallCaps w:val="0"/>
                <w:sz w:val="22"/>
              </w:rPr>
              <w:t>2</w:t>
            </w:r>
          </w:p>
        </w:tc>
        <w:tc>
          <w:tcPr>
            <w:tcW w:w="5974" w:type="dxa"/>
            <w:tcMar/>
          </w:tcPr>
          <w:p w:rsidRPr="00AA124C" w:rsidR="00A5389F" w:rsidP="6CE82534" w:rsidRDefault="00A5389F" w14:paraId="4901BA7A" w14:textId="40431A4B">
            <w:pPr>
              <w:pStyle w:val="Default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</w:pPr>
            <w:r w:rsidRPr="6CE82534" w:rsidR="5A47938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>Dysponuje pogłębioną wiedzą o relacjach między organami administracji publicznej oraz relacjach między nimi a jednostką i instytucjami społecznymi w odniesieniu do wybranych struktur i instytucji społecznych.</w:t>
            </w:r>
          </w:p>
        </w:tc>
        <w:tc>
          <w:tcPr>
            <w:tcW w:w="1865" w:type="dxa"/>
            <w:tcMar/>
          </w:tcPr>
          <w:p w:rsidR="00A5389F" w:rsidP="00BE5AB2" w:rsidRDefault="00A5389F" w14:paraId="625BAADE" w14:textId="5723659A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 w:rsidRPr="6CE82534" w:rsidR="00A5389F">
              <w:rPr>
                <w:sz w:val="16"/>
                <w:szCs w:val="16"/>
                <w:lang w:bidi="en-US"/>
              </w:rPr>
              <w:t>K_WO</w:t>
            </w:r>
            <w:r w:rsidRPr="6CE82534" w:rsidR="0F4559A9">
              <w:rPr>
                <w:sz w:val="16"/>
                <w:szCs w:val="16"/>
                <w:lang w:bidi="en-US"/>
              </w:rPr>
              <w:t>3</w:t>
            </w:r>
          </w:p>
          <w:p w:rsidRPr="00AA124C" w:rsidR="00A5389F" w:rsidP="00BE5AB2" w:rsidRDefault="00A5389F" w14:paraId="71B6EA9A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</w:p>
        </w:tc>
      </w:tr>
      <w:tr w:rsidRPr="009C54AE" w:rsidR="00A5389F" w:rsidTr="6CE82534" w14:paraId="0897B0D4" w14:textId="77777777">
        <w:tc>
          <w:tcPr>
            <w:tcW w:w="1681" w:type="dxa"/>
            <w:tcMar/>
          </w:tcPr>
          <w:p w:rsidRPr="005E6E85" w:rsidR="00A5389F" w:rsidP="00BE5AB2" w:rsidRDefault="00A5389F" w14:paraId="378BEF55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</w:t>
            </w:r>
            <w:r w:rsidR="00AF471B"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5974" w:type="dxa"/>
            <w:tcMar/>
          </w:tcPr>
          <w:p w:rsidRPr="00AA124C" w:rsidR="00A5389F" w:rsidP="6CE82534" w:rsidRDefault="00A5389F" w14:paraId="0E69714A" w14:textId="2E636CD7">
            <w:pPr>
              <w:pStyle w:val="Default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pl-PL"/>
              </w:rPr>
            </w:pPr>
            <w:r w:rsidRPr="6CE82534" w:rsidR="49D1697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>Potrafi prawidłowo identyfikować i interpretować zjawiska prawne i inne zachodzące w administracji oraz ich wzajemne relacje z wykorzystaniem wiedzy w zakresie nauk administracyjnych.</w:t>
            </w:r>
          </w:p>
        </w:tc>
        <w:tc>
          <w:tcPr>
            <w:tcW w:w="1865" w:type="dxa"/>
            <w:tcMar/>
          </w:tcPr>
          <w:p w:rsidRPr="00AA124C" w:rsidR="00A5389F" w:rsidP="00BE5AB2" w:rsidRDefault="00A5389F" w14:paraId="73B52D4C" w14:textId="3FF4D58C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 w:rsidRPr="6CE82534" w:rsidR="62AF24D4">
              <w:rPr>
                <w:sz w:val="16"/>
                <w:szCs w:val="16"/>
                <w:lang w:bidi="en-US"/>
              </w:rPr>
              <w:t>K_U01</w:t>
            </w:r>
          </w:p>
        </w:tc>
      </w:tr>
      <w:tr w:rsidRPr="009C54AE" w:rsidR="00A5389F" w:rsidTr="6CE82534" w14:paraId="2C9587E8" w14:textId="77777777">
        <w:tc>
          <w:tcPr>
            <w:tcW w:w="1681" w:type="dxa"/>
            <w:tcMar/>
          </w:tcPr>
          <w:p w:rsidRPr="005E6E85" w:rsidR="00A5389F" w:rsidP="00BE5AB2" w:rsidRDefault="00A5389F" w14:paraId="3E675E00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_0</w:t>
            </w:r>
            <w:r w:rsidR="00AF471B"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5974" w:type="dxa"/>
            <w:tcMar/>
          </w:tcPr>
          <w:p w:rsidRPr="00B63809" w:rsidR="00A5389F" w:rsidP="6CE82534" w:rsidRDefault="00A5389F" w14:paraId="7BAF637D" w14:textId="26AD5B67">
            <w:pPr>
              <w:pStyle w:val="Default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</w:pPr>
            <w:r w:rsidRPr="6CE82534" w:rsidR="08E2F78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>Potrafi właściwie dobierać źródła oraz informacje,</w:t>
            </w:r>
          </w:p>
          <w:p w:rsidRPr="00B63809" w:rsidR="00A5389F" w:rsidP="6CE82534" w:rsidRDefault="00A5389F" w14:paraId="1E8E0D8E" w14:textId="48B92034">
            <w:pPr>
              <w:pStyle w:val="Default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</w:pPr>
            <w:r w:rsidRPr="6CE82534" w:rsidR="08E2F78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>pozyskiwać dane dla analizowania procesów i zjawisk a także prawidłowo posługiwać się wiedzą z zakresu nauk o prawie i administracji oraz podstawową wiedzą interdyscyplinarną do przygotowania rozwiązań problemów.</w:t>
            </w:r>
          </w:p>
        </w:tc>
        <w:tc>
          <w:tcPr>
            <w:tcW w:w="1865" w:type="dxa"/>
            <w:tcMar/>
          </w:tcPr>
          <w:p w:rsidR="00A5389F" w:rsidP="00BE5AB2" w:rsidRDefault="00A5389F" w14:paraId="4AAAB51C" w14:textId="01E2FC29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 w:rsidRPr="6CE82534" w:rsidR="00A5389F">
              <w:rPr>
                <w:sz w:val="16"/>
                <w:szCs w:val="16"/>
                <w:lang w:bidi="en-US"/>
              </w:rPr>
              <w:t>K_UO</w:t>
            </w:r>
            <w:r w:rsidRPr="6CE82534" w:rsidR="7E2076F2">
              <w:rPr>
                <w:sz w:val="16"/>
                <w:szCs w:val="16"/>
                <w:lang w:bidi="en-US"/>
              </w:rPr>
              <w:t>3</w:t>
            </w:r>
          </w:p>
          <w:p w:rsidRPr="005E6E85" w:rsidR="00A5389F" w:rsidP="00BE5AB2" w:rsidRDefault="00A5389F" w14:paraId="11F2D9AD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Pr="009C54AE" w:rsidR="00A5389F" w:rsidTr="6CE82534" w14:paraId="3040FFD8" w14:textId="77777777">
        <w:tc>
          <w:tcPr>
            <w:tcW w:w="1681" w:type="dxa"/>
            <w:tcMar/>
          </w:tcPr>
          <w:p w:rsidRPr="005E6E85" w:rsidR="00A5389F" w:rsidP="00BE5AB2" w:rsidRDefault="00A5389F" w14:paraId="7F8BA2BF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_0</w:t>
            </w:r>
            <w:r w:rsidR="00AF471B"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974" w:type="dxa"/>
            <w:tcMar/>
          </w:tcPr>
          <w:p w:rsidRPr="00B63809" w:rsidR="00A5389F" w:rsidP="6CE82534" w:rsidRDefault="00A5389F" w14:paraId="2AEF86EE" w14:textId="35198486">
            <w:pPr>
              <w:pStyle w:val="Default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</w:pPr>
            <w:r w:rsidRPr="6CE82534" w:rsidR="399A06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>Wykazuje odpowiedzialność za własne przygotowanie do pracy, podejmowane decyzje, działania i ich skutki.</w:t>
            </w:r>
          </w:p>
        </w:tc>
        <w:tc>
          <w:tcPr>
            <w:tcW w:w="1865" w:type="dxa"/>
            <w:tcMar/>
          </w:tcPr>
          <w:p w:rsidR="00A5389F" w:rsidP="6CE82534" w:rsidRDefault="00A5389F" w14:paraId="42181095" w14:textId="6B052F84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 w:rsidRPr="6CE82534" w:rsidR="00A5389F">
              <w:rPr>
                <w:sz w:val="16"/>
                <w:szCs w:val="16"/>
                <w:lang w:bidi="en-US"/>
              </w:rPr>
              <w:t>K_</w:t>
            </w:r>
            <w:r w:rsidRPr="6CE82534" w:rsidR="5AD2E6F4">
              <w:rPr>
                <w:sz w:val="16"/>
                <w:szCs w:val="16"/>
                <w:lang w:bidi="en-US"/>
              </w:rPr>
              <w:t>K</w:t>
            </w:r>
            <w:r w:rsidRPr="6CE82534" w:rsidR="00A5389F">
              <w:rPr>
                <w:sz w:val="16"/>
                <w:szCs w:val="16"/>
                <w:lang w:bidi="en-US"/>
              </w:rPr>
              <w:t>O</w:t>
            </w:r>
            <w:r w:rsidRPr="6CE82534" w:rsidR="68A50058">
              <w:rPr>
                <w:sz w:val="16"/>
                <w:szCs w:val="16"/>
                <w:lang w:bidi="en-US"/>
              </w:rPr>
              <w:t>5</w:t>
            </w:r>
          </w:p>
        </w:tc>
      </w:tr>
      <w:tr w:rsidRPr="009C54AE" w:rsidR="00A5389F" w:rsidTr="6CE82534" w14:paraId="6C95BC42" w14:textId="77777777">
        <w:tc>
          <w:tcPr>
            <w:tcW w:w="1681" w:type="dxa"/>
            <w:tcMar/>
          </w:tcPr>
          <w:p w:rsidRPr="005E6E85" w:rsidR="00A5389F" w:rsidP="00BE5AB2" w:rsidRDefault="00A5389F" w14:paraId="48A3C188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</w:t>
            </w:r>
            <w:r w:rsidR="00AF471B">
              <w:rPr>
                <w:b w:val="0"/>
                <w:smallCaps w:val="0"/>
                <w:sz w:val="22"/>
              </w:rPr>
              <w:t>06</w:t>
            </w:r>
          </w:p>
        </w:tc>
        <w:tc>
          <w:tcPr>
            <w:tcW w:w="5974" w:type="dxa"/>
            <w:tcMar/>
          </w:tcPr>
          <w:p w:rsidRPr="00D875DE" w:rsidR="00A5389F" w:rsidP="6CE82534" w:rsidRDefault="00A5389F" w14:paraId="6609528C" w14:textId="6B228149">
            <w:pPr>
              <w:pStyle w:val="Default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</w:pPr>
            <w:r w:rsidRPr="6CE82534" w:rsidR="0C544A7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Ma świadomość doniosłości zachowania się w sposób profesjonalny i etyczny, identyfikuje i rozwiązuje </w:t>
            </w:r>
            <w:r w:rsidRPr="6CE82534" w:rsidR="0C544A7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>dylematy moralne związane ze stosowaniem prawa.</w:t>
            </w:r>
          </w:p>
          <w:p w:rsidRPr="00D875DE" w:rsidR="00A5389F" w:rsidP="6CE82534" w:rsidRDefault="00A5389F" w14:paraId="4D4463DC" w14:textId="536624FA">
            <w:pPr>
              <w:pStyle w:val="Normalny"/>
              <w:spacing w:after="0" w:line="240" w:lineRule="auto"/>
              <w:ind w:left="0"/>
              <w:contextualSpacing/>
              <w:jc w:val="both"/>
              <w:rPr>
                <w:rFonts w:ascii="Calibri" w:hAnsi="Calibri" w:eastAsia="Calibri" w:cs="Times New Roman"/>
                <w:sz w:val="22"/>
                <w:szCs w:val="22"/>
                <w:lang w:bidi="en-US"/>
              </w:rPr>
            </w:pPr>
          </w:p>
        </w:tc>
        <w:tc>
          <w:tcPr>
            <w:tcW w:w="1865" w:type="dxa"/>
            <w:tcMar/>
          </w:tcPr>
          <w:p w:rsidR="00F647D8" w:rsidP="00BE5AB2" w:rsidRDefault="00F647D8" w14:paraId="53B7C683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</w:p>
          <w:p w:rsidRPr="005E6E85" w:rsidR="00A5389F" w:rsidP="6CE82534" w:rsidRDefault="00A5389F" w14:paraId="4C477664" w14:textId="688E0C8A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 w:rsidRPr="6CE82534" w:rsidR="00A5389F">
              <w:rPr>
                <w:sz w:val="16"/>
                <w:szCs w:val="16"/>
                <w:lang w:bidi="en-US"/>
              </w:rPr>
              <w:t>K_KO</w:t>
            </w:r>
            <w:r w:rsidRPr="6CE82534" w:rsidR="19C530E2">
              <w:rPr>
                <w:sz w:val="16"/>
                <w:szCs w:val="16"/>
                <w:lang w:bidi="en-US"/>
              </w:rPr>
              <w:t>6</w:t>
            </w:r>
          </w:p>
        </w:tc>
      </w:tr>
    </w:tbl>
    <w:p w:rsidRPr="009C54AE" w:rsidR="0085747A" w:rsidP="009C54AE" w:rsidRDefault="0085747A" w14:paraId="4F5145C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BEEE46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6BCCF4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20C9D99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20C9D99" w14:paraId="2F5B0E98" w14:textId="77777777">
        <w:tc>
          <w:tcPr>
            <w:tcW w:w="9639" w:type="dxa"/>
            <w:tcMar/>
          </w:tcPr>
          <w:p w:rsidRPr="009C54AE" w:rsidR="0085747A" w:rsidP="009C54AE" w:rsidRDefault="0085747A" w14:paraId="00D9674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B3079A" w:rsidTr="220C9D99" w14:paraId="16342BBE" w14:textId="77777777">
        <w:tc>
          <w:tcPr>
            <w:tcW w:w="9639" w:type="dxa"/>
            <w:tcMar/>
          </w:tcPr>
          <w:p w:rsidRPr="00EC555B" w:rsidR="00B3079A" w:rsidP="00BE5AB2" w:rsidRDefault="00B3079A" w14:paraId="534B98DD" w14:textId="381F4741">
            <w:pPr>
              <w:tabs>
                <w:tab w:val="left" w:pos="7660"/>
              </w:tabs>
              <w:spacing w:after="120"/>
              <w:ind w:right="-40"/>
              <w:rPr>
                <w:sz w:val="20"/>
                <w:szCs w:val="20"/>
              </w:rPr>
            </w:pPr>
            <w:r w:rsidRPr="220C9D99" w:rsidR="2CE879D3">
              <w:rPr>
                <w:sz w:val="20"/>
                <w:szCs w:val="20"/>
              </w:rPr>
              <w:t xml:space="preserve">Pojęcie, przedmiot i funkcje prawa karnego skarbowego. Rys historyczny. Prawo karne skarbowe na tle innych dziedzin prawa, w szczególności prawa karnego i prawa finansowego. Specyfika </w:t>
            </w:r>
            <w:r w:rsidRPr="220C9D99" w:rsidR="73792EBA">
              <w:rPr>
                <w:sz w:val="20"/>
                <w:szCs w:val="20"/>
              </w:rPr>
              <w:t xml:space="preserve">i </w:t>
            </w:r>
            <w:r w:rsidRPr="220C9D99" w:rsidR="2CE879D3">
              <w:rPr>
                <w:sz w:val="20"/>
                <w:szCs w:val="20"/>
              </w:rPr>
              <w:t>budowa norm prawnych zawartych w przepisach prawa karnego skarbowego</w:t>
            </w:r>
            <w:r w:rsidRPr="220C9D99" w:rsidR="4DA168C0">
              <w:rPr>
                <w:sz w:val="20"/>
                <w:szCs w:val="20"/>
              </w:rPr>
              <w:t xml:space="preserve"> – 2h</w:t>
            </w:r>
          </w:p>
        </w:tc>
      </w:tr>
      <w:tr w:rsidRPr="009C54AE" w:rsidR="00B3079A" w:rsidTr="220C9D99" w14:paraId="21203355" w14:textId="77777777">
        <w:tc>
          <w:tcPr>
            <w:tcW w:w="9639" w:type="dxa"/>
            <w:tcMar/>
          </w:tcPr>
          <w:p w:rsidRPr="00EC555B" w:rsidR="00B3079A" w:rsidP="00BE5AB2" w:rsidRDefault="00B3079A" w14:paraId="6A7EE4E6" w14:textId="77777777">
            <w:pPr>
              <w:pStyle w:val="Akapitzlist"/>
              <w:ind w:left="0"/>
              <w:rPr>
                <w:sz w:val="20"/>
                <w:szCs w:val="20"/>
              </w:rPr>
            </w:pPr>
            <w:r w:rsidRPr="220C9D99" w:rsidR="2CE879D3">
              <w:rPr>
                <w:sz w:val="20"/>
                <w:szCs w:val="20"/>
              </w:rPr>
              <w:t xml:space="preserve">Definicje materialne i formalne przestępstwa i wykroczenia skarbowego. </w:t>
            </w:r>
            <w:r w:rsidRPr="220C9D99" w:rsidR="73792EBA">
              <w:rPr>
                <w:sz w:val="20"/>
                <w:szCs w:val="20"/>
              </w:rPr>
              <w:t>S</w:t>
            </w:r>
            <w:r w:rsidRPr="220C9D99" w:rsidR="2CE879D3">
              <w:rPr>
                <w:sz w:val="20"/>
                <w:szCs w:val="20"/>
              </w:rPr>
              <w:t>pecyfika konstrukcji i budowa strukturalna</w:t>
            </w:r>
            <w:r w:rsidRPr="220C9D99" w:rsidR="4DA168C0">
              <w:rPr>
                <w:sz w:val="20"/>
                <w:szCs w:val="20"/>
              </w:rPr>
              <w:t>-2h</w:t>
            </w:r>
          </w:p>
        </w:tc>
      </w:tr>
      <w:tr w:rsidRPr="009C54AE" w:rsidR="00B3079A" w:rsidTr="220C9D99" w14:paraId="123169D7" w14:textId="77777777">
        <w:tc>
          <w:tcPr>
            <w:tcW w:w="9639" w:type="dxa"/>
            <w:tcMar/>
          </w:tcPr>
          <w:p w:rsidRPr="00EC555B" w:rsidR="00B3079A" w:rsidP="00BE5AB2" w:rsidRDefault="00B3079A" w14:paraId="6B5E0D4E" w14:textId="52AF7159">
            <w:pPr>
              <w:pStyle w:val="Akapitzlist"/>
              <w:ind w:left="0"/>
              <w:rPr>
                <w:sz w:val="20"/>
                <w:szCs w:val="20"/>
              </w:rPr>
            </w:pPr>
            <w:r w:rsidRPr="220C9D99" w:rsidR="2CE879D3">
              <w:rPr>
                <w:sz w:val="20"/>
                <w:szCs w:val="20"/>
              </w:rPr>
              <w:t xml:space="preserve">Czas popełnienia czynu zabronionego. Obowiązywanie ustawy karnej ze względu na czas popełnienia czynu zabronionego [art. 2 </w:t>
            </w:r>
            <w:proofErr w:type="spellStart"/>
            <w:r w:rsidRPr="220C9D99" w:rsidR="2CE879D3">
              <w:rPr>
                <w:sz w:val="20"/>
                <w:szCs w:val="20"/>
              </w:rPr>
              <w:t>k.k.s</w:t>
            </w:r>
            <w:proofErr w:type="spellEnd"/>
            <w:r w:rsidRPr="220C9D99" w:rsidR="2CE879D3">
              <w:rPr>
                <w:sz w:val="20"/>
                <w:szCs w:val="20"/>
              </w:rPr>
              <w:t xml:space="preserve">.]. Zasady prawa intertemporalnego. Miejsce popełnienia czynu zabronionego [art. 3 </w:t>
            </w:r>
            <w:proofErr w:type="spellStart"/>
            <w:r w:rsidRPr="220C9D99" w:rsidR="2CE879D3">
              <w:rPr>
                <w:sz w:val="20"/>
                <w:szCs w:val="20"/>
              </w:rPr>
              <w:t>k.k.s</w:t>
            </w:r>
            <w:proofErr w:type="spellEnd"/>
            <w:r w:rsidRPr="220C9D99" w:rsidR="2CE879D3">
              <w:rPr>
                <w:sz w:val="20"/>
                <w:szCs w:val="20"/>
              </w:rPr>
              <w:t xml:space="preserve">.]. Zasady prawa karnego międzynarodowego, ze szczególnym uwzględnieniem zasad obostrzonych </w:t>
            </w:r>
            <w:r w:rsidRPr="220C9D99" w:rsidR="4DA168C0">
              <w:rPr>
                <w:sz w:val="20"/>
                <w:szCs w:val="20"/>
              </w:rPr>
              <w:t>-2h</w:t>
            </w:r>
          </w:p>
        </w:tc>
      </w:tr>
      <w:tr w:rsidRPr="009C54AE" w:rsidR="00B3079A" w:rsidTr="220C9D99" w14:paraId="429DD3A9" w14:textId="77777777">
        <w:tc>
          <w:tcPr>
            <w:tcW w:w="9639" w:type="dxa"/>
            <w:tcMar/>
          </w:tcPr>
          <w:p w:rsidRPr="00EC555B" w:rsidR="00B3079A" w:rsidP="00BE5AB2" w:rsidRDefault="00B3079A" w14:paraId="0CB6245E" w14:textId="77777777">
            <w:pPr>
              <w:pStyle w:val="Akapitzlist"/>
              <w:ind w:left="0"/>
              <w:rPr>
                <w:sz w:val="20"/>
                <w:szCs w:val="20"/>
              </w:rPr>
            </w:pPr>
            <w:r w:rsidRPr="220C9D99" w:rsidR="2CE879D3">
              <w:rPr>
                <w:sz w:val="20"/>
                <w:szCs w:val="20"/>
              </w:rPr>
              <w:t xml:space="preserve">Strona podmiotowa przestępstwa i wykroczenia skarbowego (umyślność -zamiar bezpośredni i ewentualny oraz nieumyślność- świadoma i nieświadoma nieumyślność oraz postacie mieszane). Zbieg przepisów z uwzględnieniem konstrukcji idealnego zbiegu przepisów [art. 7 i 8 </w:t>
            </w:r>
            <w:proofErr w:type="spellStart"/>
            <w:r w:rsidRPr="220C9D99" w:rsidR="2CE879D3">
              <w:rPr>
                <w:sz w:val="20"/>
                <w:szCs w:val="20"/>
              </w:rPr>
              <w:t>k.k.s</w:t>
            </w:r>
            <w:proofErr w:type="spellEnd"/>
            <w:r w:rsidRPr="220C9D99" w:rsidR="2CE879D3">
              <w:rPr>
                <w:sz w:val="20"/>
                <w:szCs w:val="20"/>
              </w:rPr>
              <w:t xml:space="preserve">.]. Podstawy orzekania kary łącznej. Formy </w:t>
            </w:r>
            <w:r w:rsidRPr="220C9D99" w:rsidR="2CE879D3">
              <w:rPr>
                <w:sz w:val="20"/>
                <w:szCs w:val="20"/>
              </w:rPr>
              <w:lastRenderedPageBreak/>
              <w:t xml:space="preserve">stadialne popełnienia czynu zabronionego- istota i charakterystyka usiłowania i przygotowania. Zasady odpowiedzialności. Czynny żal w odniesieniu do form stadialnych [art. 21 </w:t>
            </w:r>
            <w:proofErr w:type="spellStart"/>
            <w:r w:rsidRPr="220C9D99" w:rsidR="2CE879D3">
              <w:rPr>
                <w:sz w:val="20"/>
                <w:szCs w:val="20"/>
              </w:rPr>
              <w:t>k.k.s</w:t>
            </w:r>
            <w:proofErr w:type="spellEnd"/>
            <w:r w:rsidRPr="220C9D99" w:rsidR="2CE879D3">
              <w:rPr>
                <w:sz w:val="20"/>
                <w:szCs w:val="20"/>
              </w:rPr>
              <w:t>.]</w:t>
            </w:r>
            <w:r w:rsidRPr="220C9D99" w:rsidR="4DA168C0">
              <w:rPr>
                <w:sz w:val="20"/>
                <w:szCs w:val="20"/>
              </w:rPr>
              <w:t>-2h</w:t>
            </w:r>
          </w:p>
        </w:tc>
      </w:tr>
      <w:tr w:rsidRPr="009C54AE" w:rsidR="00B3079A" w:rsidTr="220C9D99" w14:paraId="6031AC0A" w14:textId="77777777">
        <w:tc>
          <w:tcPr>
            <w:tcW w:w="9639" w:type="dxa"/>
            <w:tcMar/>
          </w:tcPr>
          <w:p w:rsidRPr="00EC555B" w:rsidR="00B3079A" w:rsidP="00BE5AB2" w:rsidRDefault="00B3079A" w14:paraId="3BCDC5FF" w14:textId="394CB4AA">
            <w:pPr>
              <w:pStyle w:val="Akapitzlist"/>
              <w:ind w:left="0"/>
              <w:rPr>
                <w:sz w:val="20"/>
                <w:szCs w:val="20"/>
              </w:rPr>
            </w:pPr>
            <w:r w:rsidRPr="220C9D99" w:rsidR="2CE879D3">
              <w:rPr>
                <w:sz w:val="20"/>
                <w:szCs w:val="20"/>
              </w:rPr>
              <w:t>Formy zjawiskowe popełnienia przestępstwa- zagadnienia wstępne. Formy sprawstwa wykonawczego (</w:t>
            </w:r>
            <w:proofErr w:type="spellStart"/>
            <w:r w:rsidRPr="220C9D99" w:rsidR="2CE879D3">
              <w:rPr>
                <w:sz w:val="20"/>
                <w:szCs w:val="20"/>
              </w:rPr>
              <w:t>jednosprawstwo</w:t>
            </w:r>
            <w:proofErr w:type="spellEnd"/>
            <w:r w:rsidRPr="220C9D99" w:rsidR="2CE879D3">
              <w:rPr>
                <w:sz w:val="20"/>
                <w:szCs w:val="20"/>
              </w:rPr>
              <w:t xml:space="preserve"> i współsprawstwo) i sprawstwa </w:t>
            </w:r>
            <w:proofErr w:type="spellStart"/>
            <w:r w:rsidRPr="220C9D99" w:rsidR="2CE879D3">
              <w:rPr>
                <w:sz w:val="20"/>
                <w:szCs w:val="20"/>
              </w:rPr>
              <w:t>niewykonawczego</w:t>
            </w:r>
            <w:proofErr w:type="spellEnd"/>
            <w:r w:rsidRPr="220C9D99" w:rsidR="2CE879D3">
              <w:rPr>
                <w:sz w:val="20"/>
                <w:szCs w:val="20"/>
              </w:rPr>
              <w:t xml:space="preserve"> (sprawstwo kierownicze i polecające) Istota postaci zjawiskowych. Problemy teoretyczne i praktyczne wynikające z odpowiedniego stosowania kodeksu karnego- art. 9 §3k.k.s. jako typowa dla prawa karnego skarbowego postać sprawstwa</w:t>
            </w:r>
            <w:r w:rsidRPr="220C9D99" w:rsidR="4DA168C0">
              <w:rPr>
                <w:sz w:val="20"/>
                <w:szCs w:val="20"/>
              </w:rPr>
              <w:t>-2h</w:t>
            </w:r>
          </w:p>
        </w:tc>
      </w:tr>
      <w:tr w:rsidRPr="009C54AE" w:rsidR="00B3079A" w:rsidTr="220C9D99" w14:paraId="19D1BA40" w14:textId="77777777">
        <w:tc>
          <w:tcPr>
            <w:tcW w:w="9639" w:type="dxa"/>
            <w:tcMar/>
          </w:tcPr>
          <w:p w:rsidRPr="00EC555B" w:rsidR="00B3079A" w:rsidP="00BE5AB2" w:rsidRDefault="00B3079A" w14:paraId="6CA1E4C1" w14:textId="67A63B97">
            <w:pPr>
              <w:pStyle w:val="Akapitzlist"/>
              <w:ind w:left="0"/>
              <w:rPr>
                <w:sz w:val="20"/>
                <w:szCs w:val="20"/>
              </w:rPr>
            </w:pPr>
            <w:r w:rsidRPr="220C9D99" w:rsidR="2CE879D3">
              <w:rPr>
                <w:sz w:val="20"/>
                <w:szCs w:val="20"/>
              </w:rPr>
              <w:t xml:space="preserve">Zaniechanie ukarania sprawcy- jako specyficzna dla prawa karnego skarbowego forma rezygnacji z ukarania sprawcy. Czynny żal i jego kwalifikowana postać- korekta deklaracji [art. 16 i 16a </w:t>
            </w:r>
            <w:proofErr w:type="spellStart"/>
            <w:r w:rsidRPr="220C9D99" w:rsidR="2CE879D3">
              <w:rPr>
                <w:sz w:val="20"/>
                <w:szCs w:val="20"/>
              </w:rPr>
              <w:t>k.k.s</w:t>
            </w:r>
            <w:proofErr w:type="spellEnd"/>
            <w:r w:rsidRPr="220C9D99" w:rsidR="2CE879D3">
              <w:rPr>
                <w:sz w:val="20"/>
                <w:szCs w:val="20"/>
              </w:rPr>
              <w:t>.]</w:t>
            </w:r>
            <w:r w:rsidRPr="220C9D99" w:rsidR="4DA168C0">
              <w:rPr>
                <w:sz w:val="20"/>
                <w:szCs w:val="20"/>
              </w:rPr>
              <w:t>-2h</w:t>
            </w:r>
          </w:p>
        </w:tc>
      </w:tr>
      <w:tr w:rsidRPr="009C54AE" w:rsidR="00B3079A" w:rsidTr="220C9D99" w14:paraId="23AD9812" w14:textId="77777777">
        <w:tc>
          <w:tcPr>
            <w:tcW w:w="9639" w:type="dxa"/>
            <w:tcMar/>
          </w:tcPr>
          <w:p w:rsidRPr="00EC555B" w:rsidR="00B3079A" w:rsidP="00BE5AB2" w:rsidRDefault="00B3079A" w14:paraId="1DE2DFBA" w14:textId="663B4517">
            <w:pPr>
              <w:pStyle w:val="Akapitzlist"/>
              <w:ind w:left="0"/>
              <w:rPr>
                <w:sz w:val="20"/>
                <w:szCs w:val="20"/>
              </w:rPr>
            </w:pPr>
            <w:r w:rsidRPr="220C9D99" w:rsidR="2CE879D3">
              <w:rPr>
                <w:sz w:val="20"/>
                <w:szCs w:val="20"/>
              </w:rPr>
              <w:t xml:space="preserve">Zaniechanie ukarania sprawcy- c.d. omówienia instytucji związanych z zaniechaniem ukarania sprawcy- tj. istota i „dwuetapowa” konstrukcji tzw. zezwolenia na poddanie się odpowiedzialności [art.17 i 18 </w:t>
            </w:r>
            <w:proofErr w:type="spellStart"/>
            <w:r w:rsidRPr="220C9D99" w:rsidR="2CE879D3">
              <w:rPr>
                <w:sz w:val="20"/>
                <w:szCs w:val="20"/>
              </w:rPr>
              <w:t>k.k.s</w:t>
            </w:r>
            <w:proofErr w:type="spellEnd"/>
            <w:r w:rsidRPr="220C9D99" w:rsidR="2CE879D3">
              <w:rPr>
                <w:sz w:val="20"/>
                <w:szCs w:val="20"/>
              </w:rPr>
              <w:t xml:space="preserve">., a także wybrane zagadnienia procesowe dotyczące tej problematyki i związane z tym dylematy praktyczne]. Odstąpienie od wymierzenia kary [art.19 </w:t>
            </w:r>
            <w:proofErr w:type="spellStart"/>
            <w:r w:rsidRPr="220C9D99" w:rsidR="2CE879D3">
              <w:rPr>
                <w:sz w:val="20"/>
                <w:szCs w:val="20"/>
              </w:rPr>
              <w:t>k.k.s</w:t>
            </w:r>
            <w:proofErr w:type="spellEnd"/>
            <w:r w:rsidRPr="220C9D99" w:rsidR="2CE879D3">
              <w:rPr>
                <w:sz w:val="20"/>
                <w:szCs w:val="20"/>
              </w:rPr>
              <w:t>.]</w:t>
            </w:r>
            <w:r w:rsidRPr="220C9D99" w:rsidR="4DA168C0">
              <w:rPr>
                <w:sz w:val="20"/>
                <w:szCs w:val="20"/>
              </w:rPr>
              <w:t>-2h</w:t>
            </w:r>
          </w:p>
        </w:tc>
      </w:tr>
      <w:tr w:rsidRPr="009C54AE" w:rsidR="00B3079A" w:rsidTr="220C9D99" w14:paraId="51476358" w14:textId="77777777">
        <w:tc>
          <w:tcPr>
            <w:tcW w:w="9639" w:type="dxa"/>
            <w:tcMar/>
          </w:tcPr>
          <w:p w:rsidRPr="00EC555B" w:rsidR="00B3079A" w:rsidP="00BE5AB2" w:rsidRDefault="00B3079A" w14:paraId="55AFB88A" w14:textId="34B935F9">
            <w:pPr>
              <w:pStyle w:val="Akapitzlist"/>
              <w:ind w:left="0"/>
              <w:rPr>
                <w:sz w:val="20"/>
                <w:szCs w:val="20"/>
              </w:rPr>
            </w:pPr>
            <w:r w:rsidRPr="220C9D99" w:rsidR="2CE879D3">
              <w:rPr>
                <w:sz w:val="20"/>
                <w:szCs w:val="20"/>
              </w:rPr>
              <w:t xml:space="preserve">Nadzwyczajny wymiar kary- różnice wynikające ze stosowania art. 36- 38 </w:t>
            </w:r>
            <w:proofErr w:type="spellStart"/>
            <w:r w:rsidRPr="220C9D99" w:rsidR="2CE879D3">
              <w:rPr>
                <w:sz w:val="20"/>
                <w:szCs w:val="20"/>
              </w:rPr>
              <w:t>k.k.s</w:t>
            </w:r>
            <w:proofErr w:type="spellEnd"/>
            <w:r w:rsidRPr="220C9D99" w:rsidR="2CE879D3">
              <w:rPr>
                <w:sz w:val="20"/>
                <w:szCs w:val="20"/>
              </w:rPr>
              <w:t xml:space="preserve">.  </w:t>
            </w:r>
            <w:r w:rsidRPr="220C9D99" w:rsidR="4DA168C0">
              <w:rPr>
                <w:sz w:val="20"/>
                <w:szCs w:val="20"/>
              </w:rPr>
              <w:t>1h</w:t>
            </w:r>
          </w:p>
        </w:tc>
      </w:tr>
    </w:tbl>
    <w:p w:rsidRPr="009C54AE" w:rsidR="0085747A" w:rsidP="009C54AE" w:rsidRDefault="0085747A" w14:paraId="3ABAFF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2E1597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A31BC9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20C9D99" w14:paraId="35226D51" w14:textId="77777777">
        <w:tc>
          <w:tcPr>
            <w:tcW w:w="9639" w:type="dxa"/>
            <w:tcMar/>
          </w:tcPr>
          <w:p w:rsidRPr="009C54AE" w:rsidR="0085747A" w:rsidP="009C54AE" w:rsidRDefault="0085747A" w14:paraId="311CB39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220C9D99" w14:paraId="1AAA4960" w14:textId="77777777">
        <w:tc>
          <w:tcPr>
            <w:tcW w:w="9639" w:type="dxa"/>
            <w:tcMar/>
          </w:tcPr>
          <w:p w:rsidRPr="009C54AE" w:rsidR="0085747A" w:rsidP="009C54AE" w:rsidRDefault="0085747A" w14:paraId="04C87E84" w14:textId="469C63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20C9D99" w:rsidR="096B40F6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762303E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85A5C5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220C9D99" w:rsidR="009F4610">
        <w:rPr>
          <w:rFonts w:ascii="Corbel" w:hAnsi="Corbel"/>
          <w:caps w:val="0"/>
          <w:smallCaps w:val="0"/>
        </w:rPr>
        <w:t>3.4 Metody dydaktyczne</w:t>
      </w:r>
      <w:r w:rsidRPr="220C9D99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220C9D99" w:rsidP="220C9D99" w:rsidRDefault="220C9D99" w14:paraId="1E1AF199" w14:textId="74F1B0F6">
      <w:pPr>
        <w:pStyle w:val="Punktygwne"/>
        <w:spacing w:before="0" w:after="0"/>
        <w:ind w:left="426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Pr="009C54AE" w:rsidR="0085747A" w:rsidP="009C54AE" w:rsidRDefault="00F41FB2" w14:paraId="7D9617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220C9D99" w:rsidR="00F41FB2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wykład problemowy, wykład z prezentacją multimedialną</w:t>
      </w:r>
    </w:p>
    <w:p w:rsidR="00E960BB" w:rsidP="220C9D99" w:rsidRDefault="00E960BB" w14:paraId="546A1B89" w14:noSpellErr="1" w14:textId="2594AD63">
      <w:pPr>
        <w:pStyle w:val="Punktygwne"/>
        <w:spacing w:before="0" w:after="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Pr="009C54AE" w:rsidR="0085747A" w:rsidP="009C54AE" w:rsidRDefault="00C61DC5" w14:paraId="05AF29D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BE5EDF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EE7A93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Pr="0004318D" w:rsidR="00A532F6" w:rsidTr="6CE82534" w14:paraId="0BD20C9A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20C9D99" w:rsidRDefault="00A532F6" w14:paraId="0852DC67" w14:textId="5619C566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20C9D99" w:rsidR="4DA168C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Symbol efektu</w:t>
            </w:r>
            <w:r w:rsidRPr="220C9D99" w:rsidR="24A532C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uczenia się </w:t>
            </w:r>
          </w:p>
          <w:p w:rsidRPr="00816807" w:rsidR="00A532F6" w:rsidP="00AB7F5C" w:rsidRDefault="00A532F6" w14:paraId="6DDE0AD8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7A52FFD8" w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16807">
              <w:rPr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0510A4">
              <w:rPr>
                <w:b w:val="0"/>
                <w:smallCaps w:val="0"/>
                <w:color w:val="000000"/>
                <w:sz w:val="22"/>
              </w:rPr>
              <w:t>uczenia się</w:t>
            </w:r>
          </w:p>
          <w:p w:rsidRPr="00816807" w:rsidR="00A532F6" w:rsidP="00AB7F5C" w:rsidRDefault="00A532F6" w14:paraId="5D2DF994" w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16807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20C9D99" w:rsidRDefault="00A532F6" w14:paraId="4A648C4C" w14:textId="13A59764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20C9D99" w:rsidR="4DA168C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Forma zajęć dydaktycznych </w:t>
            </w:r>
          </w:p>
          <w:p w:rsidRPr="00816807" w:rsidR="00A532F6" w:rsidP="220C9D99" w:rsidRDefault="00A532F6" w14:paraId="47CC8333" w14:textId="687B3FC2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20C9D99" w:rsidR="4DA168C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220C9D99" w:rsidR="4DA168C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ćw</w:t>
            </w:r>
            <w:proofErr w:type="spellEnd"/>
            <w:r w:rsidRPr="220C9D99" w:rsidR="4DA168C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, …)</w:t>
            </w:r>
          </w:p>
        </w:tc>
      </w:tr>
      <w:tr w:rsidRPr="0004318D" w:rsidR="00A532F6" w:rsidTr="6CE82534" w14:paraId="70AE2444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143A37F4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6CE82534" w:rsidRDefault="00AF471B" w14:paraId="18815479" w14:textId="08605AD9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6CE82534" w:rsidR="00AF471B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6CE82534" w:rsidR="4F4206EA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6CE82534" w:rsidR="00AF471B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6CE82534" w:rsidR="5CBCB74A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/ustne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6CE82534" w:rsidRDefault="00AF471B" w14:paraId="34926EB7" w14:textId="078C4A06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E82534" w:rsidR="512AC78A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</w:tc>
      </w:tr>
      <w:tr w:rsidRPr="0004318D" w:rsidR="00A532F6" w:rsidTr="6CE82534" w14:paraId="3AB0E816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63B230F9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6CE82534" w:rsidRDefault="00AF471B" w14:paraId="460DAC6E" w14:textId="3BE79376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6CE82534" w:rsidR="00AF471B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6CE82534" w:rsidR="4F4206EA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6CE82534" w:rsidR="00AF471B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6CE82534" w:rsidR="2F271706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/ustne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6CE82534" w:rsidRDefault="00A532F6" w14:paraId="159CC7FD" w14:textId="6A65922B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6CE82534" w:rsidR="24343F7D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</w:tc>
      </w:tr>
      <w:tr w:rsidRPr="0004318D" w:rsidR="00A532F6" w:rsidTr="6CE82534" w14:paraId="239E7F0C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2FC47028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6CE82534" w:rsidRDefault="00AF471B" w14:paraId="1E0F720B" w14:textId="16EE98DB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6CE82534" w:rsidR="00AF471B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6CE82534" w:rsidR="4F4206EA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</w:t>
            </w:r>
            <w:r w:rsidRPr="6CE82534" w:rsidR="00AF471B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ne</w:t>
            </w:r>
            <w:r w:rsidRPr="6CE82534" w:rsidR="5A1E221C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/ustne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6CE82534" w:rsidRDefault="00A532F6" w14:paraId="5196DCB9" w14:textId="2404FF0B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E82534" w:rsidR="15CE59A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</w:tc>
      </w:tr>
      <w:tr w:rsidRPr="0004318D" w:rsidR="00A532F6" w:rsidTr="6CE82534" w14:paraId="0157DB80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127CC109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6CE82534" w:rsidRDefault="00AF471B" w14:paraId="5706294B" w14:textId="0B76464F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6CE82534" w:rsidR="00AF471B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6CE82534" w:rsidR="4F4206EA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6CE82534" w:rsidR="00AF471B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6CE82534" w:rsidR="37E13A4B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/ustne, obserwacja w trakcie zajęć</w:t>
            </w:r>
            <w:r w:rsidRPr="6CE82534" w:rsidR="3D16A802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.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6CE82534" w:rsidRDefault="00A532F6" w14:paraId="226B16D6" w14:textId="718DBD77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E82534" w:rsidR="5E4B67CB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</w:tc>
      </w:tr>
      <w:tr w:rsidRPr="0004318D" w:rsidR="00A532F6" w:rsidTr="6CE82534" w14:paraId="30D00729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228C631E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6CE82534" w:rsidRDefault="00AF471B" w14:paraId="7EC3306A" w14:textId="08FD97F5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6CE82534" w:rsidR="5C8D64D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 pisemne/ustne, obserwacja w trakcie zajęć.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6CE82534" w:rsidRDefault="00A532F6" w14:paraId="212558E5" w14:textId="5B8B1172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E82534" w:rsidR="46006DAE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</w:tc>
      </w:tr>
      <w:tr w:rsidRPr="0004318D" w:rsidR="00A532F6" w:rsidTr="6CE82534" w14:paraId="3BA02AF7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37AF6BB0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6CE82534" w:rsidRDefault="00AF471B" w14:paraId="5FC316D4" w14:textId="64FD472A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6CE82534" w:rsidR="37F16D45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 pisemne/ustne, obserwacja w trakcie zajęć.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6CE82534" w:rsidRDefault="00A532F6" w14:paraId="5A4F9F53" w14:textId="546C9B94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E82534" w:rsidR="5B09F586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</w:tc>
      </w:tr>
    </w:tbl>
    <w:p w:rsidRPr="009C54AE" w:rsidR="00923D7D" w:rsidP="009C54AE" w:rsidRDefault="00923D7D" w14:paraId="3C6DA6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5A3B65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497C10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CE82534" w14:paraId="4B99A2D8" w14:textId="77777777">
        <w:tc>
          <w:tcPr>
            <w:tcW w:w="9670" w:type="dxa"/>
            <w:tcMar/>
          </w:tcPr>
          <w:p w:rsidRPr="009C54AE" w:rsidR="0085747A" w:rsidP="6CE82534" w:rsidRDefault="0085747A" w14:paraId="47F7A546" w14:textId="1350C91B">
            <w:pPr>
              <w:spacing w:before="0" w:after="0"/>
              <w:jc w:val="both"/>
            </w:pPr>
            <w:r w:rsidRPr="6CE82534" w:rsidR="1FBF62DA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6CE82534" w:rsidR="1FBF62DA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uzyskanie pozytywnej oceny</w:t>
            </w:r>
            <w:r w:rsidRPr="6CE82534" w:rsidR="1FBF62DA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 xml:space="preserve">. </w:t>
            </w:r>
            <w:r w:rsidRPr="6CE82534" w:rsidR="1FBF62DA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Zaliczenie może mieć formę pisemną lub ustną. Polega na odpowiedzi na zadane pytania. Zaliczenie zawierać może pytania testowe, otwarte oraz problemowe. </w:t>
            </w:r>
            <w:r w:rsidRPr="6CE82534" w:rsidR="1FBF62DA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6CE82534" w:rsidRDefault="0085747A" w14:paraId="1128DC0F" w14:textId="6847344F">
            <w:pPr>
              <w:spacing w:before="0" w:after="0"/>
              <w:jc w:val="both"/>
            </w:pPr>
            <w:r w:rsidRPr="6CE82534" w:rsidR="1FBF62DA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</w:p>
          <w:p w:rsidRPr="009C54AE" w:rsidR="0085747A" w:rsidP="6CE82534" w:rsidRDefault="0085747A" w14:paraId="274D52C9" w14:textId="7FECDF01">
            <w:pPr>
              <w:spacing w:before="0" w:after="0"/>
              <w:jc w:val="both"/>
            </w:pPr>
            <w:r w:rsidRPr="6CE82534" w:rsidR="1FBF62DA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</w:p>
          <w:p w:rsidRPr="009C54AE" w:rsidR="0085747A" w:rsidP="6CE82534" w:rsidRDefault="0085747A" w14:paraId="6A5029B5" w14:textId="72047B22">
            <w:pPr>
              <w:spacing w:before="0" w:after="0"/>
            </w:pPr>
            <w:r w:rsidRPr="6CE82534" w:rsidR="1FBF62D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 poprawnych odpowiedzi,</w:t>
            </w:r>
          </w:p>
          <w:p w:rsidRPr="009C54AE" w:rsidR="0085747A" w:rsidP="6CE82534" w:rsidRDefault="0085747A" w14:paraId="143D9BBD" w14:textId="4A44CE2D">
            <w:pPr>
              <w:spacing w:before="0" w:after="0"/>
            </w:pPr>
            <w:r w:rsidRPr="6CE82534" w:rsidR="1FBF62D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9C54AE" w:rsidR="0085747A" w:rsidP="6CE82534" w:rsidRDefault="0085747A" w14:paraId="08844F2A" w14:textId="79BCF2E6">
            <w:pPr>
              <w:spacing w:before="0" w:after="0"/>
            </w:pPr>
            <w:r w:rsidRPr="6CE82534" w:rsidR="1FBF62D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9C54AE" w:rsidR="0085747A" w:rsidP="6CE82534" w:rsidRDefault="0085747A" w14:paraId="79FB8218" w14:textId="25597DAF">
            <w:pPr>
              <w:spacing w:before="0" w:after="0"/>
            </w:pPr>
            <w:r w:rsidRPr="6CE82534" w:rsidR="1FBF62D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9C54AE" w:rsidR="0085747A" w:rsidP="6CE82534" w:rsidRDefault="0085747A" w14:paraId="4D0D15AC" w14:textId="633FDA94">
            <w:pPr>
              <w:spacing w:before="0" w:after="0"/>
            </w:pPr>
            <w:r w:rsidRPr="6CE82534" w:rsidR="1FBF62D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9C54AE" w:rsidR="0085747A" w:rsidP="6CE82534" w:rsidRDefault="0085747A" w14:paraId="7759D051" w14:textId="2844B3E4">
            <w:pPr>
              <w:spacing w:before="0" w:after="0"/>
            </w:pPr>
            <w:proofErr w:type="spellStart"/>
            <w:r w:rsidRPr="6CE82534" w:rsidR="1FBF62D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6CE82534" w:rsidR="1FBF62D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50 %.</w:t>
            </w:r>
          </w:p>
        </w:tc>
      </w:tr>
    </w:tbl>
    <w:p w:rsidRPr="009C54AE" w:rsidR="0085747A" w:rsidP="009C54AE" w:rsidRDefault="0085747A" w14:paraId="6009163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7A5ABA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9B6C23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003E1941" w14:paraId="24AB8347" w14:textId="77777777">
        <w:tc>
          <w:tcPr>
            <w:tcW w:w="4962" w:type="dxa"/>
            <w:vAlign w:val="center"/>
          </w:tcPr>
          <w:p w:rsidRPr="009C54AE" w:rsidR="0085747A" w:rsidP="009C54AE" w:rsidRDefault="00C61DC5" w14:paraId="434599B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025C96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C879D98" w14:textId="77777777">
        <w:tc>
          <w:tcPr>
            <w:tcW w:w="4962" w:type="dxa"/>
          </w:tcPr>
          <w:p w:rsidRPr="009C54AE" w:rsidR="0085747A" w:rsidP="009C54AE" w:rsidRDefault="00C61DC5" w14:paraId="62D809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E25FF5" w14:paraId="15042E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6E581621" w14:textId="77777777">
        <w:tc>
          <w:tcPr>
            <w:tcW w:w="4962" w:type="dxa"/>
          </w:tcPr>
          <w:p w:rsidRPr="009C54AE" w:rsidR="00C61DC5" w:rsidP="009C54AE" w:rsidRDefault="00C61DC5" w14:paraId="59B5B5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2B12DE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E25FF5" w14:paraId="0DF0EA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2F1AFC31" w14:textId="77777777">
        <w:tc>
          <w:tcPr>
            <w:tcW w:w="4962" w:type="dxa"/>
          </w:tcPr>
          <w:p w:rsidRPr="009C54AE" w:rsidR="0071620A" w:rsidP="009C54AE" w:rsidRDefault="00C61DC5" w14:paraId="4455F1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3022F72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E25FF5" w14:paraId="4870EC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Pr="009C54AE" w:rsidR="0085747A" w:rsidTr="00923D7D" w14:paraId="342B15C8" w14:textId="77777777">
        <w:tc>
          <w:tcPr>
            <w:tcW w:w="4962" w:type="dxa"/>
          </w:tcPr>
          <w:p w:rsidRPr="009C54AE" w:rsidR="0085747A" w:rsidP="009C54AE" w:rsidRDefault="0085747A" w14:paraId="3949BA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E25FF5" w14:paraId="5C75F4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4C96AD3B" w14:textId="77777777">
        <w:tc>
          <w:tcPr>
            <w:tcW w:w="4962" w:type="dxa"/>
          </w:tcPr>
          <w:p w:rsidRPr="009C54AE" w:rsidR="0085747A" w:rsidP="009C54AE" w:rsidRDefault="0085747A" w14:paraId="73EF56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2B6880" w14:paraId="3FCD93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B80860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CA198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E63381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9C54AE" w:rsidRDefault="0085747A" w14:paraId="3F6AC36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0BF0A52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DD767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4BB95A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6C8BC51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BFBAE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61614B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4914111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1E0793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B9644D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636F5" w:rsidR="002636F5" w:rsidTr="0071620A" w14:paraId="086F8D5A" w14:textId="77777777">
        <w:trPr>
          <w:trHeight w:val="397"/>
        </w:trPr>
        <w:tc>
          <w:tcPr>
            <w:tcW w:w="7513" w:type="dxa"/>
          </w:tcPr>
          <w:p w:rsidRPr="002636F5" w:rsidR="00B63809" w:rsidP="00326FE8" w:rsidRDefault="0085747A" w14:paraId="0EDB9F23" w14:textId="77777777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b/>
                <w:smallCaps/>
                <w:color w:val="000000" w:themeColor="text1"/>
                <w:szCs w:val="24"/>
              </w:rPr>
            </w:pPr>
            <w:r w:rsidRPr="002636F5">
              <w:rPr>
                <w:rFonts w:ascii="Corbel" w:hAnsi="Corbel"/>
                <w:b/>
                <w:smallCaps/>
                <w:color w:val="000000" w:themeColor="text1"/>
                <w:szCs w:val="24"/>
              </w:rPr>
              <w:lastRenderedPageBreak/>
              <w:t>Literatura podstawowa:</w:t>
            </w:r>
          </w:p>
          <w:p w:rsidRPr="002636F5" w:rsidR="00326FE8" w:rsidP="00B63809" w:rsidRDefault="00E25FF5" w14:paraId="1A74A994" w14:textId="77777777">
            <w:pPr>
              <w:spacing w:after="0" w:line="240" w:lineRule="auto"/>
              <w:contextualSpacing/>
              <w:jc w:val="both"/>
              <w:rPr>
                <w:rFonts w:cs="Arial"/>
                <w:color w:val="000000" w:themeColor="text1"/>
                <w:sz w:val="20"/>
                <w:szCs w:val="20"/>
                <w:lang w:bidi="en-US"/>
              </w:rPr>
            </w:pPr>
            <w:r w:rsidRPr="002636F5">
              <w:rPr>
                <w:rFonts w:cs="Arial"/>
                <w:color w:val="000000" w:themeColor="text1"/>
                <w:sz w:val="20"/>
                <w:szCs w:val="20"/>
                <w:lang w:bidi="en-US"/>
              </w:rPr>
              <w:t xml:space="preserve"> </w:t>
            </w:r>
          </w:p>
          <w:p w:rsidRPr="00D573C5" w:rsidR="00CF58D1" w:rsidP="00CF58D1" w:rsidRDefault="00CF58D1" w14:paraId="089A5E86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lang w:bidi="en-US"/>
              </w:rPr>
            </w:pPr>
            <w:r w:rsidRPr="00D573C5">
              <w:rPr>
                <w:rFonts w:ascii="Times New Roman" w:hAnsi="Times New Roman"/>
                <w:color w:val="000000"/>
                <w:lang w:bidi="en-US"/>
              </w:rPr>
              <w:t>J. Sawicki, G. Skowronek, Prawo karne skarbowe. Zagadnienia materialnoprawne, procesowe i wykonawcze, Warszawa 2017.</w:t>
            </w:r>
          </w:p>
          <w:p w:rsidRPr="00D573C5" w:rsidR="00CF58D1" w:rsidP="00CF58D1" w:rsidRDefault="002B6880" w14:paraId="2528E04C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lang w:bidi="en-US"/>
              </w:rPr>
            </w:pPr>
            <w:r>
              <w:rPr>
                <w:rFonts w:ascii="Times New Roman" w:hAnsi="Times New Roman"/>
                <w:color w:val="000000"/>
                <w:lang w:bidi="en-US"/>
              </w:rPr>
              <w:t xml:space="preserve">O. </w:t>
            </w:r>
            <w:r w:rsidRPr="00D573C5" w:rsidR="00CF58D1">
              <w:rPr>
                <w:rFonts w:ascii="Times New Roman" w:hAnsi="Times New Roman"/>
                <w:color w:val="000000"/>
                <w:lang w:bidi="en-US"/>
              </w:rPr>
              <w:t>Włodkowski, Prawo karne skarbowe, Warszawa 2018.</w:t>
            </w:r>
          </w:p>
          <w:p w:rsidRPr="00D573C5" w:rsidR="00CF58D1" w:rsidP="00CF58D1" w:rsidRDefault="00CF58D1" w14:paraId="2C317E21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D573C5">
              <w:rPr>
                <w:rFonts w:ascii="Times New Roman" w:hAnsi="Times New Roman"/>
                <w:lang w:bidi="en-US"/>
              </w:rPr>
              <w:t>L. Wilk, J. Zagrodnik, Prawo i proces karny skarbowy</w:t>
            </w:r>
            <w:r w:rsidRPr="00D573C5">
              <w:rPr>
                <w:rFonts w:ascii="Times New Roman" w:hAnsi="Times New Roman"/>
                <w:i/>
                <w:lang w:bidi="en-US"/>
              </w:rPr>
              <w:t xml:space="preserve">, </w:t>
            </w:r>
            <w:r w:rsidRPr="00D573C5">
              <w:rPr>
                <w:rFonts w:ascii="Times New Roman" w:hAnsi="Times New Roman"/>
                <w:lang w:bidi="en-US"/>
              </w:rPr>
              <w:t>Warszawa 2015</w:t>
            </w:r>
          </w:p>
          <w:p w:rsidRPr="00D573C5" w:rsidR="00CF58D1" w:rsidP="00CF58D1" w:rsidRDefault="00CF58D1" w14:paraId="01C08C83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D573C5">
              <w:rPr>
                <w:rFonts w:ascii="Times New Roman" w:hAnsi="Times New Roman" w:eastAsia="Times New Roman"/>
                <w:lang w:eastAsia="pl-PL"/>
              </w:rPr>
              <w:t>V Konarska-</w:t>
            </w:r>
            <w:proofErr w:type="spellStart"/>
            <w:r w:rsidRPr="00D573C5">
              <w:rPr>
                <w:rFonts w:ascii="Times New Roman" w:hAnsi="Times New Roman" w:eastAsia="Times New Roman"/>
                <w:lang w:eastAsia="pl-PL"/>
              </w:rPr>
              <w:t>Wrzosek</w:t>
            </w:r>
            <w:proofErr w:type="spellEnd"/>
            <w:r w:rsidRPr="00D573C5">
              <w:rPr>
                <w:rFonts w:ascii="Times New Roman" w:hAnsi="Times New Roman" w:eastAsia="Times New Roman"/>
                <w:lang w:eastAsia="pl-PL"/>
              </w:rPr>
              <w:t>., T. Oczkowski, J. Skorupka. Prawo i postępowanie karne    skarbowe</w:t>
            </w:r>
            <w:r w:rsidRPr="00D573C5">
              <w:rPr>
                <w:rFonts w:ascii="Times New Roman" w:hAnsi="Times New Roman" w:eastAsia="Times New Roman"/>
                <w:i/>
                <w:lang w:eastAsia="pl-PL"/>
              </w:rPr>
              <w:t xml:space="preserve">, </w:t>
            </w:r>
            <w:r w:rsidRPr="00D573C5">
              <w:rPr>
                <w:rFonts w:ascii="Times New Roman" w:hAnsi="Times New Roman"/>
                <w:lang w:bidi="en-US"/>
              </w:rPr>
              <w:t>Warszawa</w:t>
            </w:r>
            <w:r w:rsidRPr="00D573C5">
              <w:rPr>
                <w:rFonts w:ascii="Times New Roman" w:hAnsi="Times New Roman" w:eastAsia="Times New Roman"/>
                <w:lang w:eastAsia="pl-PL"/>
              </w:rPr>
              <w:t xml:space="preserve"> 2013</w:t>
            </w:r>
          </w:p>
          <w:p w:rsidRPr="00D573C5" w:rsidR="00CF58D1" w:rsidP="00CF58D1" w:rsidRDefault="00CF58D1" w14:paraId="52DB2CDE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D573C5">
              <w:rPr>
                <w:rFonts w:ascii="Times New Roman" w:hAnsi="Times New Roman"/>
                <w:lang w:bidi="en-US"/>
              </w:rPr>
              <w:t>F. Prusak, Prawo karne skarbowe</w:t>
            </w:r>
            <w:r w:rsidRPr="00D573C5">
              <w:rPr>
                <w:rFonts w:ascii="Times New Roman" w:hAnsi="Times New Roman"/>
                <w:i/>
                <w:lang w:bidi="en-US"/>
              </w:rPr>
              <w:t xml:space="preserve">, </w:t>
            </w:r>
            <w:r w:rsidRPr="00D573C5">
              <w:rPr>
                <w:rFonts w:ascii="Times New Roman" w:hAnsi="Times New Roman"/>
                <w:lang w:bidi="en-US"/>
              </w:rPr>
              <w:t>Warszawa 2008.</w:t>
            </w:r>
          </w:p>
          <w:p w:rsidRPr="002636F5" w:rsidR="0085747A" w:rsidP="002B6880" w:rsidRDefault="0085747A" w14:paraId="3D553218" w14:textId="77777777">
            <w:pPr>
              <w:spacing w:after="0" w:line="240" w:lineRule="auto"/>
              <w:ind w:left="720"/>
              <w:contextualSpacing/>
              <w:jc w:val="both"/>
              <w:rPr>
                <w:rFonts w:cs="Arial"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Pr="009C54AE" w:rsidR="0085747A" w:rsidTr="0071620A" w14:paraId="174993D0" w14:textId="77777777">
        <w:trPr>
          <w:trHeight w:val="397"/>
        </w:trPr>
        <w:tc>
          <w:tcPr>
            <w:tcW w:w="7513" w:type="dxa"/>
          </w:tcPr>
          <w:p w:rsidRPr="00EC48CA" w:rsidR="00EC48CA" w:rsidP="00EC48CA" w:rsidRDefault="0085747A" w14:paraId="3A8E65E0" w14:textId="77777777">
            <w:pPr>
              <w:spacing w:after="0" w:line="240" w:lineRule="auto"/>
              <w:ind w:left="720"/>
              <w:contextualSpacing/>
              <w:jc w:val="both"/>
              <w:rPr>
                <w:rFonts w:cs="Arial"/>
                <w:sz w:val="20"/>
                <w:szCs w:val="20"/>
                <w:lang w:bidi="en-US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 xml:space="preserve">Literatura uzupełniająca: </w:t>
            </w:r>
          </w:p>
          <w:p w:rsidRPr="00D573C5" w:rsidR="00CF58D1" w:rsidP="00CF58D1" w:rsidRDefault="00CF58D1" w14:paraId="03E7145A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661308">
              <w:rPr>
                <w:rFonts w:ascii="Times New Roman" w:hAnsi="Times New Roman"/>
                <w:lang w:bidi="en-US"/>
              </w:rPr>
              <w:t>I</w:t>
            </w:r>
            <w:r w:rsidRPr="00D573C5">
              <w:rPr>
                <w:rFonts w:ascii="Times New Roman" w:hAnsi="Times New Roman"/>
                <w:lang w:bidi="en-US"/>
              </w:rPr>
              <w:t xml:space="preserve">. </w:t>
            </w:r>
            <w:proofErr w:type="spellStart"/>
            <w:r w:rsidRPr="00D573C5">
              <w:rPr>
                <w:rFonts w:ascii="Times New Roman" w:hAnsi="Times New Roman"/>
                <w:lang w:bidi="en-US"/>
              </w:rPr>
              <w:t>Sepioło</w:t>
            </w:r>
            <w:proofErr w:type="spellEnd"/>
            <w:r w:rsidRPr="00D573C5">
              <w:rPr>
                <w:rFonts w:ascii="Times New Roman" w:hAnsi="Times New Roman"/>
                <w:lang w:bidi="en-US"/>
              </w:rPr>
              <w:t xml:space="preserve">-Jankowska, </w:t>
            </w:r>
            <w:r w:rsidRPr="00D573C5">
              <w:rPr>
                <w:rFonts w:ascii="Times New Roman" w:hAnsi="Times New Roman"/>
              </w:rPr>
              <w:t xml:space="preserve">Prawo i postępowanie karne skarbowe, </w:t>
            </w:r>
            <w:r>
              <w:rPr>
                <w:rFonts w:ascii="Times New Roman" w:hAnsi="Times New Roman"/>
              </w:rPr>
              <w:t>Warszawa</w:t>
            </w:r>
            <w:r w:rsidRPr="00D573C5">
              <w:rPr>
                <w:rFonts w:ascii="Times New Roman" w:hAnsi="Times New Roman"/>
              </w:rPr>
              <w:t xml:space="preserve"> 2017,</w:t>
            </w:r>
          </w:p>
          <w:p w:rsidRPr="00D573C5" w:rsidR="00CF58D1" w:rsidP="00CF58D1" w:rsidRDefault="00CF58D1" w14:paraId="5304693B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D573C5">
              <w:rPr>
                <w:rFonts w:ascii="Times New Roman" w:hAnsi="Times New Roman" w:eastAsia="Times New Roman"/>
                <w:lang w:eastAsia="pl-PL"/>
              </w:rPr>
              <w:t xml:space="preserve">I. </w:t>
            </w:r>
            <w:proofErr w:type="spellStart"/>
            <w:r w:rsidRPr="00D573C5">
              <w:rPr>
                <w:rFonts w:ascii="Times New Roman" w:hAnsi="Times New Roman" w:eastAsia="Times New Roman"/>
                <w:lang w:eastAsia="pl-PL"/>
              </w:rPr>
              <w:t>Zgoliński</w:t>
            </w:r>
            <w:proofErr w:type="spellEnd"/>
            <w:r>
              <w:rPr>
                <w:rFonts w:ascii="Times New Roman" w:hAnsi="Times New Roman" w:eastAsia="Times New Roman"/>
                <w:lang w:eastAsia="pl-PL"/>
              </w:rPr>
              <w:t xml:space="preserve"> (red.)</w:t>
            </w:r>
            <w:r w:rsidRPr="00D573C5">
              <w:rPr>
                <w:rFonts w:ascii="Times New Roman" w:hAnsi="Times New Roman" w:eastAsia="Times New Roman"/>
                <w:lang w:eastAsia="pl-PL"/>
              </w:rPr>
              <w:t xml:space="preserve"> Kodeks karny skarbowy. Komentarz, </w:t>
            </w:r>
            <w:r w:rsidRPr="00D573C5">
              <w:rPr>
                <w:rFonts w:ascii="Times New Roman" w:hAnsi="Times New Roman"/>
                <w:lang w:bidi="en-US"/>
              </w:rPr>
              <w:t>Warszawa</w:t>
            </w:r>
            <w:r w:rsidRPr="00D573C5">
              <w:rPr>
                <w:rFonts w:ascii="Times New Roman" w:hAnsi="Times New Roman" w:eastAsia="Times New Roman"/>
                <w:lang w:eastAsia="pl-PL"/>
              </w:rPr>
              <w:t xml:space="preserve"> 2018</w:t>
            </w:r>
            <w:r w:rsidR="00FF14DE">
              <w:rPr>
                <w:rFonts w:ascii="Times New Roman" w:hAnsi="Times New Roman" w:eastAsia="Times New Roman"/>
                <w:lang w:eastAsia="pl-PL"/>
              </w:rPr>
              <w:t>,</w:t>
            </w:r>
            <w:r w:rsidRPr="00D573C5">
              <w:rPr>
                <w:rFonts w:ascii="Times New Roman" w:hAnsi="Times New Roman"/>
                <w:lang w:bidi="en-US"/>
              </w:rPr>
              <w:t xml:space="preserve"> </w:t>
            </w:r>
          </w:p>
          <w:p w:rsidRPr="00D573C5" w:rsidR="00CF58D1" w:rsidP="00CF58D1" w:rsidRDefault="00CF58D1" w14:paraId="6B45E089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D573C5">
              <w:rPr>
                <w:rFonts w:ascii="Times New Roman" w:hAnsi="Times New Roman"/>
                <w:lang w:bidi="en-US"/>
              </w:rPr>
              <w:t xml:space="preserve">L. Wilk, J. Zagrodnik, </w:t>
            </w:r>
            <w:r w:rsidRPr="00D573C5">
              <w:rPr>
                <w:rFonts w:ascii="Times New Roman" w:hAnsi="Times New Roman" w:eastAsia="Times New Roman"/>
                <w:lang w:eastAsia="pl-PL"/>
              </w:rPr>
              <w:t xml:space="preserve">Kodeks karny skarbowy. Komentarz, </w:t>
            </w:r>
            <w:r>
              <w:rPr>
                <w:rFonts w:ascii="Times New Roman" w:hAnsi="Times New Roman"/>
              </w:rPr>
              <w:t>Warszawa</w:t>
            </w:r>
            <w:r w:rsidRPr="00D573C5">
              <w:rPr>
                <w:rFonts w:ascii="Times New Roman" w:hAnsi="Times New Roman"/>
              </w:rPr>
              <w:t xml:space="preserve"> 2018,</w:t>
            </w:r>
          </w:p>
          <w:p w:rsidRPr="003431DC" w:rsidR="00CF58D1" w:rsidP="00CF58D1" w:rsidRDefault="003431DC" w14:paraId="72C3DB62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  <w:lang w:bidi="en-US"/>
              </w:rPr>
              <w:t xml:space="preserve">T. </w:t>
            </w:r>
            <w:r w:rsidRPr="003431DC" w:rsidR="00CF58D1">
              <w:rPr>
                <w:rFonts w:ascii="Times New Roman" w:hAnsi="Times New Roman"/>
                <w:lang w:bidi="en-US"/>
              </w:rPr>
              <w:t>Stępień T.</w:t>
            </w:r>
            <w:r w:rsidRPr="003431DC">
              <w:rPr>
                <w:rFonts w:ascii="Times New Roman" w:hAnsi="Times New Roman"/>
                <w:lang w:bidi="en-US"/>
              </w:rPr>
              <w:t>,</w:t>
            </w:r>
            <w:r w:rsidRPr="003431DC" w:rsidR="00CF58D1">
              <w:rPr>
                <w:rFonts w:ascii="Times New Roman" w:hAnsi="Times New Roman"/>
                <w:lang w:bidi="en-US"/>
              </w:rPr>
              <w:t xml:space="preserve"> Przestępstwa i wykroczenia skarbowe. Komentarz. Orzecznictwo sądowe. Ustawy i rozporządzenia wykonawcze, Toruń 2000.</w:t>
            </w:r>
          </w:p>
          <w:p w:rsidRPr="003431DC" w:rsidR="00CF58D1" w:rsidP="00CF58D1" w:rsidRDefault="00CF58D1" w14:paraId="5EC422EE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3431DC">
              <w:rPr>
                <w:rFonts w:ascii="Times New Roman" w:hAnsi="Times New Roman" w:eastAsia="Times New Roman"/>
                <w:lang w:eastAsia="pl-PL"/>
              </w:rPr>
              <w:t xml:space="preserve">O. Włodkowski, </w:t>
            </w:r>
            <w:r w:rsidRPr="003431DC">
              <w:rPr>
                <w:rFonts w:ascii="Times New Roman" w:hAnsi="Times New Roman" w:eastAsia="Times New Roman"/>
                <w:bCs/>
                <w:kern w:val="36"/>
                <w:lang w:eastAsia="pl-PL"/>
              </w:rPr>
              <w:t>Prawo karne skarbowe. Schematy. Tabele. Komentarze Orzecznictwo. Testy. Kazusy, Warszawa 2018.</w:t>
            </w:r>
          </w:p>
          <w:p w:rsidRPr="003431DC" w:rsidR="00CF58D1" w:rsidP="00CF58D1" w:rsidRDefault="002B6880" w14:paraId="257CE6B2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3431DC">
              <w:rPr>
                <w:rFonts w:ascii="Times New Roman" w:hAnsi="Times New Roman"/>
                <w:lang w:bidi="en-US"/>
              </w:rPr>
              <w:t xml:space="preserve">S. </w:t>
            </w:r>
            <w:r w:rsidRPr="003431DC" w:rsidR="00CF58D1">
              <w:rPr>
                <w:rFonts w:ascii="Times New Roman" w:hAnsi="Times New Roman"/>
                <w:lang w:bidi="en-US"/>
              </w:rPr>
              <w:t>Baniak, Prawo karne skarbowe, Warszawa 2009.</w:t>
            </w:r>
          </w:p>
          <w:p w:rsidRPr="003431DC" w:rsidR="00CF58D1" w:rsidP="00CF58D1" w:rsidRDefault="002B6880" w14:paraId="43AAF329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3431DC">
              <w:rPr>
                <w:rFonts w:ascii="Times New Roman" w:hAnsi="Times New Roman"/>
                <w:lang w:bidi="en-US"/>
              </w:rPr>
              <w:t xml:space="preserve">J. </w:t>
            </w:r>
            <w:r w:rsidRPr="003431DC" w:rsidR="00CF58D1">
              <w:rPr>
                <w:rFonts w:ascii="Times New Roman" w:hAnsi="Times New Roman"/>
                <w:lang w:bidi="en-US"/>
              </w:rPr>
              <w:t>Michalski, Komentarz do kodeksu karnego skarbowego. Tytuł I. Przestępstwa skarbowe i wykroczenia skarbowe, Warszawa 2008.</w:t>
            </w:r>
          </w:p>
          <w:p w:rsidRPr="003431DC" w:rsidR="0085747A" w:rsidP="00CF58D1" w:rsidRDefault="002B6880" w14:paraId="103F4417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bidi="en-US"/>
              </w:rPr>
            </w:pPr>
            <w:r w:rsidRPr="003431DC">
              <w:rPr>
                <w:rFonts w:ascii="Times New Roman" w:hAnsi="Times New Roman"/>
                <w:lang w:bidi="en-US"/>
              </w:rPr>
              <w:t xml:space="preserve">T. </w:t>
            </w:r>
            <w:r w:rsidRPr="003431DC" w:rsidR="00CF58D1">
              <w:rPr>
                <w:rFonts w:ascii="Times New Roman" w:hAnsi="Times New Roman"/>
                <w:lang w:bidi="en-US"/>
              </w:rPr>
              <w:t>Grzegorczyk, Kodeks karny skarbowy. Komentarz, Warszawa 2006</w:t>
            </w:r>
          </w:p>
          <w:p w:rsidRPr="003431DC" w:rsidR="002235A6" w:rsidP="002235A6" w:rsidRDefault="003431DC" w14:paraId="6623D1D0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bidi="en-US"/>
              </w:rPr>
            </w:pPr>
            <w:r w:rsidRPr="003431DC">
              <w:rPr>
                <w:rFonts w:ascii="Times New Roman" w:hAnsi="Times New Roman"/>
                <w:sz w:val="20"/>
                <w:szCs w:val="20"/>
                <w:lang w:bidi="en-US"/>
              </w:rPr>
              <w:t xml:space="preserve">D. </w:t>
            </w:r>
            <w:r w:rsidRPr="003431DC" w:rsidR="002235A6">
              <w:rPr>
                <w:rFonts w:ascii="Times New Roman" w:hAnsi="Times New Roman"/>
                <w:color w:val="201F1E"/>
                <w:shd w:val="clear" w:color="auto" w:fill="FFFFFF"/>
              </w:rPr>
              <w:t>Habrat</w:t>
            </w:r>
            <w:r w:rsidRPr="003431DC">
              <w:rPr>
                <w:rFonts w:ascii="Times New Roman" w:hAnsi="Times New Roman"/>
                <w:color w:val="201F1E"/>
                <w:shd w:val="clear" w:color="auto" w:fill="FFFFFF"/>
              </w:rPr>
              <w:t xml:space="preserve">, </w:t>
            </w:r>
            <w:r w:rsidRPr="003431DC" w:rsidR="002235A6">
              <w:rPr>
                <w:rFonts w:ascii="Times New Roman" w:hAnsi="Times New Roman"/>
                <w:color w:val="201F1E"/>
                <w:shd w:val="clear" w:color="auto" w:fill="FFFFFF"/>
              </w:rPr>
              <w:t>Przestępstwo skarbowe popełnione przez osobę fizyczną jako podstawa odpowiedzialności podmiotu zbiorowego.</w:t>
            </w:r>
            <w:r w:rsidRPr="003431DC" w:rsidR="002235A6">
              <w:rPr>
                <w:rStyle w:val="apple-converted-space"/>
                <w:rFonts w:ascii="Times New Roman" w:hAnsi="Times New Roman"/>
                <w:color w:val="201F1E"/>
                <w:shd w:val="clear" w:color="auto" w:fill="FFFFFF"/>
              </w:rPr>
              <w:t> </w:t>
            </w:r>
            <w:proofErr w:type="spellStart"/>
            <w:r w:rsidRPr="003431DC" w:rsidR="002235A6">
              <w:rPr>
                <w:rFonts w:ascii="Times New Roman" w:hAnsi="Times New Roman"/>
                <w:i/>
                <w:iCs/>
                <w:color w:val="201F1E"/>
              </w:rPr>
              <w:t>Ius</w:t>
            </w:r>
            <w:proofErr w:type="spellEnd"/>
            <w:r w:rsidRPr="003431DC" w:rsidR="002235A6">
              <w:rPr>
                <w:rFonts w:ascii="Times New Roman" w:hAnsi="Times New Roman"/>
                <w:i/>
                <w:iCs/>
                <w:color w:val="201F1E"/>
              </w:rPr>
              <w:t xml:space="preserve"> Adm</w:t>
            </w:r>
            <w:r w:rsidRPr="003431DC" w:rsidR="002235A6">
              <w:rPr>
                <w:rFonts w:ascii="Times New Roman" w:hAnsi="Times New Roman"/>
                <w:color w:val="201F1E"/>
                <w:shd w:val="clear" w:color="auto" w:fill="FFFFFF"/>
              </w:rPr>
              <w:t>. 2004</w:t>
            </w:r>
          </w:p>
          <w:p w:rsidRPr="00E25FF5" w:rsidR="002235A6" w:rsidP="003431DC" w:rsidRDefault="002235A6" w14:paraId="0734FFE4" w14:textId="77777777">
            <w:pPr>
              <w:spacing w:after="0" w:line="240" w:lineRule="auto"/>
              <w:ind w:left="360"/>
              <w:contextualSpacing/>
              <w:jc w:val="both"/>
              <w:rPr>
                <w:rFonts w:cs="Arial"/>
                <w:sz w:val="20"/>
                <w:szCs w:val="20"/>
                <w:lang w:bidi="en-US"/>
              </w:rPr>
            </w:pPr>
          </w:p>
        </w:tc>
      </w:tr>
    </w:tbl>
    <w:p w:rsidRPr="009C54AE" w:rsidR="0085747A" w:rsidP="009C54AE" w:rsidRDefault="0085747A" w14:paraId="7CB85F1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823D41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18D1436" w14:textId="77777777">
      <w:pPr>
        <w:pStyle w:val="Punktygwne"/>
        <w:tabs>
          <w:tab w:val="left" w:pos="993"/>
        </w:tabs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2A0A" w:rsidP="00C16ABF" w:rsidRDefault="00AF2A0A" w14:paraId="14EFFCD4" w14:textId="77777777">
      <w:pPr>
        <w:spacing w:after="0" w:line="240" w:lineRule="auto"/>
      </w:pPr>
      <w:r>
        <w:separator/>
      </w:r>
    </w:p>
  </w:endnote>
  <w:endnote w:type="continuationSeparator" w:id="0">
    <w:p w:rsidR="00AF2A0A" w:rsidP="00C16ABF" w:rsidRDefault="00AF2A0A" w14:paraId="3453F5A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2A0A" w:rsidP="00C16ABF" w:rsidRDefault="00AF2A0A" w14:paraId="07EA7085" w14:textId="77777777">
      <w:pPr>
        <w:spacing w:after="0" w:line="240" w:lineRule="auto"/>
      </w:pPr>
      <w:r>
        <w:separator/>
      </w:r>
    </w:p>
  </w:footnote>
  <w:footnote w:type="continuationSeparator" w:id="0">
    <w:p w:rsidR="00AF2A0A" w:rsidP="00C16ABF" w:rsidRDefault="00AF2A0A" w14:paraId="2C59CBA4" w14:textId="77777777">
      <w:pPr>
        <w:spacing w:after="0" w:line="240" w:lineRule="auto"/>
      </w:pPr>
      <w:r>
        <w:continuationSeparator/>
      </w:r>
    </w:p>
  </w:footnote>
  <w:footnote w:id="1">
    <w:p w:rsidR="00BE5AB2" w:rsidRDefault="00BE5AB2" w14:paraId="2DB5D15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7BB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070C8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F22893"/>
    <w:multiLevelType w:val="hybridMultilevel"/>
    <w:tmpl w:val="78446A0A"/>
    <w:lvl w:ilvl="0" w:tplc="26C81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43C41"/>
    <w:multiLevelType w:val="hybridMultilevel"/>
    <w:tmpl w:val="96027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B149D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0A4"/>
    <w:rsid w:val="00051F9C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F8"/>
    <w:rsid w:val="000D04B0"/>
    <w:rsid w:val="000E2E56"/>
    <w:rsid w:val="000E423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35A6"/>
    <w:rsid w:val="0022477D"/>
    <w:rsid w:val="002278A9"/>
    <w:rsid w:val="002336F9"/>
    <w:rsid w:val="0024028F"/>
    <w:rsid w:val="00244ABC"/>
    <w:rsid w:val="002636F5"/>
    <w:rsid w:val="00281FF2"/>
    <w:rsid w:val="002857DE"/>
    <w:rsid w:val="00291567"/>
    <w:rsid w:val="002A22BF"/>
    <w:rsid w:val="002A2389"/>
    <w:rsid w:val="002A671D"/>
    <w:rsid w:val="002A713A"/>
    <w:rsid w:val="002B4D55"/>
    <w:rsid w:val="002B5EA0"/>
    <w:rsid w:val="002B6119"/>
    <w:rsid w:val="002B6880"/>
    <w:rsid w:val="002C1F06"/>
    <w:rsid w:val="002D3375"/>
    <w:rsid w:val="002D73D4"/>
    <w:rsid w:val="002E2B53"/>
    <w:rsid w:val="002F02A3"/>
    <w:rsid w:val="002F22B0"/>
    <w:rsid w:val="002F4ABE"/>
    <w:rsid w:val="003018BA"/>
    <w:rsid w:val="0030395F"/>
    <w:rsid w:val="00305C92"/>
    <w:rsid w:val="0031027A"/>
    <w:rsid w:val="003151C5"/>
    <w:rsid w:val="00326FE8"/>
    <w:rsid w:val="003343CF"/>
    <w:rsid w:val="003431DC"/>
    <w:rsid w:val="00346FE9"/>
    <w:rsid w:val="0034759A"/>
    <w:rsid w:val="003503F6"/>
    <w:rsid w:val="003530DD"/>
    <w:rsid w:val="00363F78"/>
    <w:rsid w:val="00372D77"/>
    <w:rsid w:val="00381B98"/>
    <w:rsid w:val="003A0A5B"/>
    <w:rsid w:val="003A1176"/>
    <w:rsid w:val="003C0BAE"/>
    <w:rsid w:val="003D0D4F"/>
    <w:rsid w:val="003D18A9"/>
    <w:rsid w:val="003D6CE2"/>
    <w:rsid w:val="003E1941"/>
    <w:rsid w:val="003E2FE6"/>
    <w:rsid w:val="003E3BB6"/>
    <w:rsid w:val="003E49D5"/>
    <w:rsid w:val="003E51AC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AD4"/>
    <w:rsid w:val="004D5282"/>
    <w:rsid w:val="004F1551"/>
    <w:rsid w:val="004F55A3"/>
    <w:rsid w:val="0050496F"/>
    <w:rsid w:val="00505B25"/>
    <w:rsid w:val="00513B6F"/>
    <w:rsid w:val="00517C63"/>
    <w:rsid w:val="005363C4"/>
    <w:rsid w:val="00536BDE"/>
    <w:rsid w:val="00543ACC"/>
    <w:rsid w:val="0056696D"/>
    <w:rsid w:val="005903BE"/>
    <w:rsid w:val="0059484D"/>
    <w:rsid w:val="005A0855"/>
    <w:rsid w:val="005A3196"/>
    <w:rsid w:val="005C080F"/>
    <w:rsid w:val="005C55E5"/>
    <w:rsid w:val="005C696A"/>
    <w:rsid w:val="005D09A9"/>
    <w:rsid w:val="005E6E85"/>
    <w:rsid w:val="005F31D2"/>
    <w:rsid w:val="0061029B"/>
    <w:rsid w:val="00617230"/>
    <w:rsid w:val="00621CE1"/>
    <w:rsid w:val="00627FC9"/>
    <w:rsid w:val="0063595B"/>
    <w:rsid w:val="00647FA8"/>
    <w:rsid w:val="00650C5F"/>
    <w:rsid w:val="00654934"/>
    <w:rsid w:val="006620D9"/>
    <w:rsid w:val="00671958"/>
    <w:rsid w:val="00673ED8"/>
    <w:rsid w:val="00675843"/>
    <w:rsid w:val="00696477"/>
    <w:rsid w:val="006D050F"/>
    <w:rsid w:val="006D6139"/>
    <w:rsid w:val="006E5D65"/>
    <w:rsid w:val="006F1282"/>
    <w:rsid w:val="006F1FBC"/>
    <w:rsid w:val="006F31E2"/>
    <w:rsid w:val="00703A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01A"/>
    <w:rsid w:val="00763BF1"/>
    <w:rsid w:val="00766FD4"/>
    <w:rsid w:val="0078168C"/>
    <w:rsid w:val="007820E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704B6"/>
    <w:rsid w:val="00884922"/>
    <w:rsid w:val="00885F64"/>
    <w:rsid w:val="008917F9"/>
    <w:rsid w:val="008A45F7"/>
    <w:rsid w:val="008A7E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2A59"/>
    <w:rsid w:val="00997F14"/>
    <w:rsid w:val="009A0D99"/>
    <w:rsid w:val="009A78D9"/>
    <w:rsid w:val="009C3E31"/>
    <w:rsid w:val="009C54AE"/>
    <w:rsid w:val="009C788E"/>
    <w:rsid w:val="009E3B41"/>
    <w:rsid w:val="009E5E78"/>
    <w:rsid w:val="009F3C5C"/>
    <w:rsid w:val="009F4610"/>
    <w:rsid w:val="00A00ECC"/>
    <w:rsid w:val="00A155EE"/>
    <w:rsid w:val="00A2245B"/>
    <w:rsid w:val="00A30110"/>
    <w:rsid w:val="00A30ABF"/>
    <w:rsid w:val="00A36899"/>
    <w:rsid w:val="00A371F6"/>
    <w:rsid w:val="00A43BF6"/>
    <w:rsid w:val="00A441C8"/>
    <w:rsid w:val="00A532F6"/>
    <w:rsid w:val="00A5389F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A0A"/>
    <w:rsid w:val="00AF2C1E"/>
    <w:rsid w:val="00AF471B"/>
    <w:rsid w:val="00B06142"/>
    <w:rsid w:val="00B135B1"/>
    <w:rsid w:val="00B3079A"/>
    <w:rsid w:val="00B3130B"/>
    <w:rsid w:val="00B40ADB"/>
    <w:rsid w:val="00B43B77"/>
    <w:rsid w:val="00B43E80"/>
    <w:rsid w:val="00B607DB"/>
    <w:rsid w:val="00B63809"/>
    <w:rsid w:val="00B66529"/>
    <w:rsid w:val="00B668CC"/>
    <w:rsid w:val="00B75946"/>
    <w:rsid w:val="00B8056E"/>
    <w:rsid w:val="00B819C8"/>
    <w:rsid w:val="00B82308"/>
    <w:rsid w:val="00B877FA"/>
    <w:rsid w:val="00B90885"/>
    <w:rsid w:val="00BB520A"/>
    <w:rsid w:val="00BB66D2"/>
    <w:rsid w:val="00BD3869"/>
    <w:rsid w:val="00BD66E9"/>
    <w:rsid w:val="00BD6763"/>
    <w:rsid w:val="00BD6FF4"/>
    <w:rsid w:val="00BE5AB2"/>
    <w:rsid w:val="00BF2C41"/>
    <w:rsid w:val="00C043F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58D1"/>
    <w:rsid w:val="00CF78ED"/>
    <w:rsid w:val="00D02B25"/>
    <w:rsid w:val="00D02EBA"/>
    <w:rsid w:val="00D05B31"/>
    <w:rsid w:val="00D17C3C"/>
    <w:rsid w:val="00D26B2C"/>
    <w:rsid w:val="00D352C9"/>
    <w:rsid w:val="00D425B2"/>
    <w:rsid w:val="00D428D6"/>
    <w:rsid w:val="00D42FD1"/>
    <w:rsid w:val="00D552B2"/>
    <w:rsid w:val="00D608D1"/>
    <w:rsid w:val="00D7032A"/>
    <w:rsid w:val="00D74119"/>
    <w:rsid w:val="00D74DB3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F5"/>
    <w:rsid w:val="00E51E44"/>
    <w:rsid w:val="00E63348"/>
    <w:rsid w:val="00E77B52"/>
    <w:rsid w:val="00E77E88"/>
    <w:rsid w:val="00E8107D"/>
    <w:rsid w:val="00E960BB"/>
    <w:rsid w:val="00EA2074"/>
    <w:rsid w:val="00EA4832"/>
    <w:rsid w:val="00EA4E9D"/>
    <w:rsid w:val="00EC4899"/>
    <w:rsid w:val="00EC48CA"/>
    <w:rsid w:val="00ED03AB"/>
    <w:rsid w:val="00ED32D2"/>
    <w:rsid w:val="00EE32DE"/>
    <w:rsid w:val="00EE5457"/>
    <w:rsid w:val="00F070AB"/>
    <w:rsid w:val="00F17567"/>
    <w:rsid w:val="00F27A7B"/>
    <w:rsid w:val="00F30262"/>
    <w:rsid w:val="00F41FB2"/>
    <w:rsid w:val="00F526AF"/>
    <w:rsid w:val="00F617C3"/>
    <w:rsid w:val="00F647D8"/>
    <w:rsid w:val="00F7066B"/>
    <w:rsid w:val="00F83B28"/>
    <w:rsid w:val="00FA46E5"/>
    <w:rsid w:val="00FA5C85"/>
    <w:rsid w:val="00FB7DBA"/>
    <w:rsid w:val="00FC1C25"/>
    <w:rsid w:val="00FC3F45"/>
    <w:rsid w:val="00FD503F"/>
    <w:rsid w:val="00FD7589"/>
    <w:rsid w:val="00FF016A"/>
    <w:rsid w:val="00FF1401"/>
    <w:rsid w:val="00FF14DE"/>
    <w:rsid w:val="00FF5E7D"/>
    <w:rsid w:val="03E7F3B9"/>
    <w:rsid w:val="04F08DB5"/>
    <w:rsid w:val="06791B35"/>
    <w:rsid w:val="08BB64DC"/>
    <w:rsid w:val="08E2F785"/>
    <w:rsid w:val="096B40F6"/>
    <w:rsid w:val="0C544A75"/>
    <w:rsid w:val="0E170DAE"/>
    <w:rsid w:val="0F4559A9"/>
    <w:rsid w:val="0F8C6C52"/>
    <w:rsid w:val="14060509"/>
    <w:rsid w:val="148F34C0"/>
    <w:rsid w:val="15CE59A0"/>
    <w:rsid w:val="19C530E2"/>
    <w:rsid w:val="1FBF62DA"/>
    <w:rsid w:val="206D7339"/>
    <w:rsid w:val="20FC025C"/>
    <w:rsid w:val="220C9D99"/>
    <w:rsid w:val="23B237F9"/>
    <w:rsid w:val="24343F7D"/>
    <w:rsid w:val="24A532C5"/>
    <w:rsid w:val="25509BD5"/>
    <w:rsid w:val="26EC6C36"/>
    <w:rsid w:val="276298C0"/>
    <w:rsid w:val="2CE879D3"/>
    <w:rsid w:val="2E9DA5AF"/>
    <w:rsid w:val="2F271706"/>
    <w:rsid w:val="31DCC1C8"/>
    <w:rsid w:val="350CE733"/>
    <w:rsid w:val="37E13A4B"/>
    <w:rsid w:val="37F16D45"/>
    <w:rsid w:val="3816CABA"/>
    <w:rsid w:val="399A0624"/>
    <w:rsid w:val="3B9040E6"/>
    <w:rsid w:val="3C3FCD99"/>
    <w:rsid w:val="3D16A802"/>
    <w:rsid w:val="45EFA487"/>
    <w:rsid w:val="46006DAE"/>
    <w:rsid w:val="49D1697D"/>
    <w:rsid w:val="4CD73F62"/>
    <w:rsid w:val="4DA168C0"/>
    <w:rsid w:val="4DE8BD78"/>
    <w:rsid w:val="4F4206EA"/>
    <w:rsid w:val="512AC78A"/>
    <w:rsid w:val="5A1E221C"/>
    <w:rsid w:val="5A47938B"/>
    <w:rsid w:val="5AD2E6F4"/>
    <w:rsid w:val="5B09F586"/>
    <w:rsid w:val="5C8D64D9"/>
    <w:rsid w:val="5CBCB74A"/>
    <w:rsid w:val="5E4B67CB"/>
    <w:rsid w:val="62AF24D4"/>
    <w:rsid w:val="64EFB816"/>
    <w:rsid w:val="68047559"/>
    <w:rsid w:val="6839816C"/>
    <w:rsid w:val="68A50058"/>
    <w:rsid w:val="6C60308F"/>
    <w:rsid w:val="6CE82534"/>
    <w:rsid w:val="6EFB3BEE"/>
    <w:rsid w:val="733AFD57"/>
    <w:rsid w:val="73792EBA"/>
    <w:rsid w:val="742BA85A"/>
    <w:rsid w:val="75C778BB"/>
    <w:rsid w:val="7722990D"/>
    <w:rsid w:val="7C4C46DA"/>
    <w:rsid w:val="7C93DE29"/>
    <w:rsid w:val="7E207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CEC50"/>
  <w15:docId w15:val="{60D2C70B-5951-A844-A674-23F6465025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apple-converted-space" w:customStyle="1">
    <w:name w:val="apple-converted-space"/>
    <w:basedOn w:val="Domylnaczcionkaakapitu"/>
    <w:rsid w:val="00223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6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7B72B-666A-564B-BBDA-E13916536EA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10</revision>
  <lastPrinted>2019-02-06T12:12:00.0000000Z</lastPrinted>
  <dcterms:created xsi:type="dcterms:W3CDTF">2021-12-08T15:54:00.0000000Z</dcterms:created>
  <dcterms:modified xsi:type="dcterms:W3CDTF">2022-01-24T10:20:07.0408646Z</dcterms:modified>
</coreProperties>
</file>